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5073"/>
        <w:gridCol w:w="3318"/>
      </w:tblGrid>
      <w:tr w:rsidR="004869B4" w:rsidRPr="00E41C22" w14:paraId="6EAFC063" w14:textId="77777777" w:rsidTr="00A02A78">
        <w:trPr>
          <w:trHeight w:val="148"/>
        </w:trPr>
        <w:tc>
          <w:tcPr>
            <w:tcW w:w="236" w:type="dxa"/>
            <w:vMerge w:val="restart"/>
          </w:tcPr>
          <w:p w14:paraId="6EAFC060" w14:textId="13C037A9" w:rsidR="004869B4" w:rsidRPr="00E41C22" w:rsidRDefault="00247898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8240" behindDoc="0" locked="0" layoutInCell="1" allowOverlap="1" wp14:anchorId="28B2988E" wp14:editId="63FB382A">
                  <wp:simplePos x="0" y="0"/>
                  <wp:positionH relativeFrom="column">
                    <wp:posOffset>-321310</wp:posOffset>
                  </wp:positionH>
                  <wp:positionV relativeFrom="paragraph">
                    <wp:posOffset>-527050</wp:posOffset>
                  </wp:positionV>
                  <wp:extent cx="5937250" cy="546100"/>
                  <wp:effectExtent l="0" t="0" r="6350" b="6350"/>
                  <wp:wrapNone/>
                  <wp:docPr id="2" name="Picture 2" descr="O:\GAT\TRAINAIR PLUS\11. Programme Management\Logos\TAP_Brand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:\GAT\TRAINAIR PLUS\11. Programme Management\Logos\TAP_Brand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6" w:type="dxa"/>
          </w:tcPr>
          <w:p w14:paraId="6EAFC061" w14:textId="788B9F1E" w:rsidR="004869B4" w:rsidRPr="00E41C22" w:rsidRDefault="004869B4" w:rsidP="001C7C76"/>
        </w:tc>
        <w:tc>
          <w:tcPr>
            <w:tcW w:w="3192" w:type="dxa"/>
          </w:tcPr>
          <w:p w14:paraId="6EAFC062" w14:textId="77777777" w:rsidR="004869B4" w:rsidRPr="00E41C22" w:rsidRDefault="004869B4" w:rsidP="004B2B95">
            <w:pPr>
              <w:jc w:val="right"/>
            </w:pPr>
          </w:p>
        </w:tc>
      </w:tr>
      <w:tr w:rsidR="005F3BEA" w:rsidRPr="00E41C22" w14:paraId="6EAFC066" w14:textId="77777777" w:rsidTr="008F326F">
        <w:trPr>
          <w:trHeight w:val="207"/>
        </w:trPr>
        <w:tc>
          <w:tcPr>
            <w:tcW w:w="236" w:type="dxa"/>
            <w:vMerge/>
          </w:tcPr>
          <w:p w14:paraId="6EAFC064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5" w14:textId="0BD55F93"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14:paraId="6EAFC06A" w14:textId="77777777" w:rsidTr="00383157">
        <w:tc>
          <w:tcPr>
            <w:tcW w:w="236" w:type="dxa"/>
            <w:vMerge/>
          </w:tcPr>
          <w:p w14:paraId="6EAFC067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9" w14:textId="0EA08D65" w:rsidR="005F3BEA" w:rsidRPr="00A02A78" w:rsidRDefault="008B6117" w:rsidP="00EE3798">
            <w:pPr>
              <w:tabs>
                <w:tab w:val="left" w:pos="1440"/>
              </w:tabs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bCs/>
                <w:color w:val="0F243E"/>
                <w:sz w:val="24"/>
                <w:szCs w:val="24"/>
              </w:rPr>
              <w:t xml:space="preserve">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 xml:space="preserve">Training 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Instructo</w:t>
            </w:r>
            <w:r w:rsidR="00A02A78" w:rsidRPr="00A02A78">
              <w:rPr>
                <w:b/>
                <w:color w:val="0F243E"/>
                <w:sz w:val="24"/>
                <w:szCs w:val="24"/>
              </w:rPr>
              <w:t xml:space="preserve">rs Course </w:t>
            </w:r>
            <w:r w:rsidR="00A02A78" w:rsidRPr="00A02A78">
              <w:rPr>
                <w:b/>
                <w:color w:val="0F243E"/>
                <w:sz w:val="24"/>
                <w:szCs w:val="24"/>
                <w:lang w:val="en-US"/>
              </w:rPr>
              <w:t>(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TI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>C)</w:t>
            </w:r>
            <w:r w:rsidR="00EE3798" w:rsidRPr="00EE3798">
              <w:rPr>
                <w:b/>
                <w:color w:val="0F243E"/>
                <w:sz w:val="24"/>
                <w:szCs w:val="24"/>
              </w:rPr>
              <w:t xml:space="preserve"> Part 2</w:t>
            </w:r>
          </w:p>
        </w:tc>
      </w:tr>
      <w:tr w:rsidR="005F3BEA" w:rsidRPr="00E41C22" w14:paraId="6EAFC06F" w14:textId="77777777" w:rsidTr="00383157">
        <w:trPr>
          <w:trHeight w:val="1350"/>
        </w:trPr>
        <w:tc>
          <w:tcPr>
            <w:tcW w:w="236" w:type="dxa"/>
            <w:vMerge/>
          </w:tcPr>
          <w:p w14:paraId="6EAFC06B" w14:textId="77777777" w:rsidR="005F3BEA" w:rsidRPr="00E41C22" w:rsidRDefault="005F3BEA" w:rsidP="001C7C76"/>
        </w:tc>
        <w:tc>
          <w:tcPr>
            <w:tcW w:w="7938" w:type="dxa"/>
            <w:gridSpan w:val="2"/>
            <w:shd w:val="clear" w:color="auto" w:fill="auto"/>
          </w:tcPr>
          <w:p w14:paraId="6F389F3E" w14:textId="528598AD" w:rsidR="00E023A2" w:rsidRPr="00A02A78" w:rsidRDefault="00E023A2" w:rsidP="00A02A7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  <w:tbl>
            <w:tblPr>
              <w:tblW w:w="8175" w:type="dxa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175"/>
            </w:tblGrid>
            <w:tr w:rsidR="00EE3798" w:rsidRPr="00EE3798" w14:paraId="2EA69407" w14:textId="77777777" w:rsidTr="002F45B3">
              <w:trPr>
                <w:trHeight w:val="140"/>
                <w:jc w:val="center"/>
              </w:trPr>
              <w:tc>
                <w:tcPr>
                  <w:tcW w:w="8175" w:type="dxa"/>
                </w:tcPr>
                <w:p w14:paraId="61770924" w14:textId="055FF57C" w:rsidR="00EE3798" w:rsidRPr="00EE3798" w:rsidRDefault="00EE3798" w:rsidP="002F45B3">
                  <w:pPr>
                    <w:jc w:val="center"/>
                    <w:rPr>
                      <w:b/>
                      <w:color w:val="0F243E"/>
                      <w:sz w:val="24"/>
                      <w:szCs w:val="24"/>
                      <w:lang w:val="en-CA"/>
                    </w:rPr>
                  </w:pPr>
                  <w:r w:rsidRPr="00EE3798">
                    <w:rPr>
                      <w:b/>
                      <w:color w:val="0F243E"/>
                      <w:sz w:val="24"/>
                      <w:szCs w:val="24"/>
                      <w:lang w:val="en-CA"/>
                    </w:rPr>
                    <w:t xml:space="preserve"> </w:t>
                  </w:r>
                  <w:r w:rsidR="002F45B3" w:rsidRPr="002F45B3">
                    <w:rPr>
                      <w:b/>
                      <w:color w:val="0F243E"/>
                      <w:sz w:val="24"/>
                      <w:szCs w:val="24"/>
                    </w:rPr>
                    <w:t xml:space="preserve">Centro </w:t>
                  </w:r>
                  <w:proofErr w:type="spellStart"/>
                  <w:r w:rsidR="002F45B3" w:rsidRPr="002F45B3">
                    <w:rPr>
                      <w:b/>
                      <w:color w:val="0F243E"/>
                      <w:sz w:val="24"/>
                      <w:szCs w:val="24"/>
                    </w:rPr>
                    <w:t>Internacional</w:t>
                  </w:r>
                  <w:proofErr w:type="spellEnd"/>
                  <w:r w:rsidR="002F45B3" w:rsidRPr="002F45B3">
                    <w:rPr>
                      <w:b/>
                      <w:color w:val="0F243E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="002F45B3" w:rsidRPr="002F45B3">
                    <w:rPr>
                      <w:b/>
                      <w:color w:val="0F243E"/>
                      <w:sz w:val="24"/>
                      <w:szCs w:val="24"/>
                    </w:rPr>
                    <w:t>Instrucción</w:t>
                  </w:r>
                  <w:proofErr w:type="spellEnd"/>
                  <w:r w:rsidR="002F45B3" w:rsidRPr="002F45B3">
                    <w:rPr>
                      <w:b/>
                      <w:color w:val="0F243E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="002F45B3" w:rsidRPr="002F45B3">
                    <w:rPr>
                      <w:b/>
                      <w:color w:val="0F243E"/>
                      <w:sz w:val="24"/>
                      <w:szCs w:val="24"/>
                    </w:rPr>
                    <w:t>Aeropuertos</w:t>
                  </w:r>
                  <w:proofErr w:type="spellEnd"/>
                  <w:r w:rsidR="002F45B3" w:rsidRPr="002F45B3">
                    <w:rPr>
                      <w:b/>
                      <w:color w:val="0F243E"/>
                      <w:sz w:val="24"/>
                      <w:szCs w:val="24"/>
                    </w:rPr>
                    <w:t xml:space="preserve"> y </w:t>
                  </w:r>
                  <w:proofErr w:type="spellStart"/>
                  <w:r w:rsidR="002F45B3" w:rsidRPr="002F45B3">
                    <w:rPr>
                      <w:b/>
                      <w:color w:val="0F243E"/>
                      <w:sz w:val="24"/>
                      <w:szCs w:val="24"/>
                    </w:rPr>
                    <w:t>Servicios</w:t>
                  </w:r>
                  <w:proofErr w:type="spellEnd"/>
                  <w:r w:rsidR="002F45B3" w:rsidRPr="002F45B3">
                    <w:rPr>
                      <w:b/>
                      <w:color w:val="0F243E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F45B3" w:rsidRPr="002F45B3">
                    <w:rPr>
                      <w:b/>
                      <w:color w:val="0F243E"/>
                      <w:sz w:val="24"/>
                      <w:szCs w:val="24"/>
                    </w:rPr>
                    <w:t>Auxiliares</w:t>
                  </w:r>
                  <w:proofErr w:type="spellEnd"/>
                  <w:r w:rsidR="002F45B3" w:rsidRPr="002F45B3">
                    <w:rPr>
                      <w:b/>
                      <w:color w:val="0F243E"/>
                      <w:sz w:val="24"/>
                      <w:szCs w:val="24"/>
                    </w:rPr>
                    <w:t xml:space="preserve">. </w:t>
                  </w:r>
                  <w:r w:rsidR="00CE1927">
                    <w:rPr>
                      <w:b/>
                      <w:color w:val="0F243E"/>
                      <w:sz w:val="24"/>
                      <w:szCs w:val="24"/>
                      <w:lang w:val="en-CA"/>
                    </w:rPr>
                    <w:t>(</w:t>
                  </w:r>
                  <w:r w:rsidR="002F45B3">
                    <w:rPr>
                      <w:b/>
                      <w:color w:val="0F243E"/>
                      <w:sz w:val="24"/>
                      <w:szCs w:val="24"/>
                      <w:lang w:val="en-CA"/>
                    </w:rPr>
                    <w:t>CIIASA)</w:t>
                  </w:r>
                  <w:r w:rsidRPr="00EE3798">
                    <w:rPr>
                      <w:b/>
                      <w:color w:val="0F243E"/>
                      <w:sz w:val="24"/>
                      <w:szCs w:val="24"/>
                      <w:lang w:val="en-CA"/>
                    </w:rPr>
                    <w:t xml:space="preserve"> </w:t>
                  </w:r>
                </w:p>
              </w:tc>
            </w:tr>
          </w:tbl>
          <w:p w14:paraId="40AB9400" w14:textId="3C55C7BD" w:rsidR="00247898" w:rsidRPr="00A02A78" w:rsidRDefault="002F45B3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>24 to 28 November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 xml:space="preserve"> 2014</w:t>
            </w:r>
          </w:p>
          <w:p w14:paraId="4BF832AC" w14:textId="77777777" w:rsidR="00A02A78" w:rsidRPr="00A02A78" w:rsidRDefault="00A02A7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  <w:p w14:paraId="0BBCCAB4" w14:textId="3402D2ED" w:rsidR="00A02A78" w:rsidRPr="00A02A78" w:rsidRDefault="00A02A78" w:rsidP="00CE1927">
            <w:pPr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>Duration: 1 we</w:t>
            </w:r>
            <w:r w:rsidR="009B756E">
              <w:rPr>
                <w:b/>
                <w:color w:val="0F243E"/>
                <w:sz w:val="24"/>
                <w:szCs w:val="24"/>
              </w:rPr>
              <w:t xml:space="preserve">ek            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Format: classroom</w:t>
            </w:r>
            <w:r w:rsidR="00EE3798">
              <w:rPr>
                <w:b/>
                <w:color w:val="0F243E"/>
                <w:sz w:val="24"/>
                <w:szCs w:val="24"/>
              </w:rPr>
              <w:t xml:space="preserve">      Fee: </w:t>
            </w:r>
            <w:r w:rsidR="00CE1927">
              <w:rPr>
                <w:b/>
                <w:color w:val="0F243E"/>
                <w:sz w:val="24"/>
                <w:szCs w:val="24"/>
              </w:rPr>
              <w:t>TBD</w:t>
            </w:r>
          </w:p>
          <w:p w14:paraId="6EAFC06E" w14:textId="77777777" w:rsidR="00247898" w:rsidRPr="00A02A78" w:rsidRDefault="0024789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</w:tc>
      </w:tr>
    </w:tbl>
    <w:p w14:paraId="6EAFC077" w14:textId="77777777"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14:paraId="6EAFC078" w14:textId="77777777"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475"/>
        <w:gridCol w:w="6633"/>
      </w:tblGrid>
      <w:tr w:rsidR="00E41C22" w:rsidRPr="004B2B95" w14:paraId="6EAFC07C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79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475" w:type="dxa"/>
            <w:vAlign w:val="center"/>
          </w:tcPr>
          <w:p w14:paraId="6EAFC07A" w14:textId="1F8A6595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 xml:space="preserve">First 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633" w:type="dxa"/>
            <w:vAlign w:val="center"/>
          </w:tcPr>
          <w:p w14:paraId="6EAFC07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54D17999" w14:textId="77777777" w:rsidTr="0091098A">
        <w:trPr>
          <w:cantSplit/>
          <w:trHeight w:val="702"/>
        </w:trPr>
        <w:tc>
          <w:tcPr>
            <w:tcW w:w="468" w:type="dxa"/>
            <w:vAlign w:val="center"/>
          </w:tcPr>
          <w:p w14:paraId="544325DB" w14:textId="0332B994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475" w:type="dxa"/>
            <w:vAlign w:val="center"/>
          </w:tcPr>
          <w:p w14:paraId="2F10167B" w14:textId="4C0611D2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Last Name</w:t>
            </w:r>
          </w:p>
        </w:tc>
        <w:tc>
          <w:tcPr>
            <w:tcW w:w="6633" w:type="dxa"/>
            <w:vAlign w:val="center"/>
          </w:tcPr>
          <w:p w14:paraId="173B30F2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0" w14:textId="77777777" w:rsidTr="0091098A">
        <w:trPr>
          <w:cantSplit/>
          <w:trHeight w:val="698"/>
        </w:trPr>
        <w:tc>
          <w:tcPr>
            <w:tcW w:w="468" w:type="dxa"/>
            <w:vAlign w:val="center"/>
          </w:tcPr>
          <w:p w14:paraId="6EAFC07D" w14:textId="690F7901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3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7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633" w:type="dxa"/>
            <w:vAlign w:val="center"/>
          </w:tcPr>
          <w:p w14:paraId="6EAFC07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4" w14:textId="77777777" w:rsidTr="0091098A">
        <w:trPr>
          <w:cantSplit/>
          <w:trHeight w:val="694"/>
        </w:trPr>
        <w:tc>
          <w:tcPr>
            <w:tcW w:w="468" w:type="dxa"/>
            <w:vAlign w:val="center"/>
          </w:tcPr>
          <w:p w14:paraId="6EAFC081" w14:textId="125EC2FB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4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2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633" w:type="dxa"/>
            <w:vAlign w:val="center"/>
          </w:tcPr>
          <w:p w14:paraId="6EAFC083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8" w14:textId="77777777" w:rsidTr="0091098A">
        <w:trPr>
          <w:cantSplit/>
          <w:trHeight w:val="705"/>
        </w:trPr>
        <w:tc>
          <w:tcPr>
            <w:tcW w:w="468" w:type="dxa"/>
            <w:vAlign w:val="center"/>
          </w:tcPr>
          <w:p w14:paraId="6EAFC085" w14:textId="15CD9179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5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6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633" w:type="dxa"/>
            <w:vAlign w:val="center"/>
          </w:tcPr>
          <w:p w14:paraId="6EAFC087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C" w14:textId="77777777" w:rsidTr="0091098A">
        <w:trPr>
          <w:cantSplit/>
          <w:trHeight w:val="403"/>
        </w:trPr>
        <w:tc>
          <w:tcPr>
            <w:tcW w:w="468" w:type="dxa"/>
            <w:vAlign w:val="center"/>
          </w:tcPr>
          <w:p w14:paraId="6EAFC089" w14:textId="1AAA8AC4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A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633" w:type="dxa"/>
            <w:vAlign w:val="center"/>
          </w:tcPr>
          <w:p w14:paraId="6EAFC08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90" w14:textId="77777777" w:rsidTr="0091098A">
        <w:trPr>
          <w:cantSplit/>
          <w:trHeight w:val="510"/>
        </w:trPr>
        <w:tc>
          <w:tcPr>
            <w:tcW w:w="468" w:type="dxa"/>
            <w:vAlign w:val="center"/>
          </w:tcPr>
          <w:p w14:paraId="6EAFC08D" w14:textId="07A154D7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7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633" w:type="dxa"/>
            <w:vAlign w:val="center"/>
          </w:tcPr>
          <w:p w14:paraId="6EAFC08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777F2247" w14:textId="77777777" w:rsidTr="0091098A">
        <w:trPr>
          <w:cantSplit/>
          <w:trHeight w:val="1324"/>
        </w:trPr>
        <w:tc>
          <w:tcPr>
            <w:tcW w:w="468" w:type="dxa"/>
            <w:vAlign w:val="center"/>
          </w:tcPr>
          <w:p w14:paraId="7BFD0496" w14:textId="6352E56B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475" w:type="dxa"/>
            <w:vAlign w:val="center"/>
          </w:tcPr>
          <w:p w14:paraId="34A5E541" w14:textId="47DFA40E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Certificate Code for Part 1 (Online Instructional Techniques)</w:t>
            </w:r>
          </w:p>
        </w:tc>
        <w:tc>
          <w:tcPr>
            <w:tcW w:w="6633" w:type="dxa"/>
            <w:vAlign w:val="center"/>
          </w:tcPr>
          <w:p w14:paraId="5B58C4B4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4" w14:textId="77777777" w:rsidTr="0091098A">
        <w:trPr>
          <w:cantSplit/>
          <w:trHeight w:val="670"/>
        </w:trPr>
        <w:tc>
          <w:tcPr>
            <w:tcW w:w="468" w:type="dxa"/>
            <w:vAlign w:val="center"/>
          </w:tcPr>
          <w:p w14:paraId="6EAFC091" w14:textId="0C981665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9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2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633" w:type="dxa"/>
            <w:vAlign w:val="center"/>
          </w:tcPr>
          <w:p w14:paraId="6EAFC093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8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95" w14:textId="2E3BE908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10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6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633" w:type="dxa"/>
            <w:vAlign w:val="center"/>
          </w:tcPr>
          <w:p w14:paraId="6EAFC097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14:paraId="3223A45A" w14:textId="77777777" w:rsidR="0091098A" w:rsidRDefault="0091098A" w:rsidP="005F3BEA">
      <w:pPr>
        <w:rPr>
          <w:color w:val="0F243E"/>
        </w:rPr>
      </w:pPr>
    </w:p>
    <w:p w14:paraId="6EAFC099" w14:textId="77777777"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14:paraId="6EAFC09A" w14:textId="77777777" w:rsidR="00AE3B69" w:rsidRPr="008B6117" w:rsidRDefault="00AE3B69" w:rsidP="008E6685">
      <w:pPr>
        <w:jc w:val="center"/>
        <w:rPr>
          <w:color w:val="0F243E"/>
        </w:rPr>
      </w:pPr>
    </w:p>
    <w:p w14:paraId="6EAFC09B" w14:textId="77777777" w:rsidR="00AE3B69" w:rsidRDefault="008B6117" w:rsidP="008F326F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  <w:r w:rsidR="00AE3B69" w:rsidRPr="00AA174E">
        <w:rPr>
          <w:b/>
          <w:bCs/>
          <w:iCs/>
          <w:color w:val="244061"/>
        </w:rPr>
        <w:t>Please return this form to: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66"/>
      </w:tblGrid>
      <w:tr w:rsidR="00B40240" w:rsidRPr="00B40240" w14:paraId="6B074100" w14:textId="77777777">
        <w:trPr>
          <w:trHeight w:val="140"/>
        </w:trPr>
        <w:tc>
          <w:tcPr>
            <w:tcW w:w="9466" w:type="dxa"/>
          </w:tcPr>
          <w:p w14:paraId="64C4C004" w14:textId="435CCD59" w:rsidR="00B40240" w:rsidRPr="00B40240" w:rsidRDefault="00D62048" w:rsidP="002F45B3">
            <w:pPr>
              <w:tabs>
                <w:tab w:val="left" w:pos="720"/>
              </w:tabs>
              <w:rPr>
                <w:b/>
                <w:bCs/>
                <w:iCs/>
                <w:color w:val="244061"/>
                <w:sz w:val="24"/>
                <w:szCs w:val="24"/>
                <w:lang w:val="en-CA"/>
              </w:rPr>
            </w:pPr>
            <w:r>
              <w:rPr>
                <w:b/>
                <w:bCs/>
                <w:iCs/>
                <w:color w:val="0F243E"/>
              </w:rPr>
              <w:tab/>
            </w:r>
            <w:r>
              <w:rPr>
                <w:b/>
                <w:bCs/>
                <w:iCs/>
                <w:color w:val="0F243E"/>
              </w:rPr>
              <w:tab/>
            </w:r>
            <w:r>
              <w:rPr>
                <w:b/>
                <w:bCs/>
                <w:iCs/>
                <w:color w:val="0F243E"/>
              </w:rPr>
              <w:tab/>
            </w:r>
            <w:r>
              <w:rPr>
                <w:b/>
                <w:bCs/>
                <w:iCs/>
                <w:color w:val="0F243E"/>
              </w:rPr>
              <w:tab/>
            </w:r>
            <w:r>
              <w:rPr>
                <w:b/>
                <w:bCs/>
                <w:iCs/>
                <w:color w:val="0F243E"/>
              </w:rPr>
              <w:tab/>
            </w:r>
            <w:proofErr w:type="spellStart"/>
            <w:r w:rsidR="002F45B3" w:rsidRPr="002F45B3">
              <w:rPr>
                <w:b/>
                <w:bCs/>
                <w:iCs/>
                <w:color w:val="244061"/>
                <w:sz w:val="24"/>
                <w:szCs w:val="24"/>
              </w:rPr>
              <w:t>Lic</w:t>
            </w:r>
            <w:proofErr w:type="spellEnd"/>
            <w:r w:rsidR="002F45B3" w:rsidRPr="002F45B3">
              <w:rPr>
                <w:b/>
                <w:bCs/>
                <w:iCs/>
                <w:color w:val="244061"/>
                <w:sz w:val="24"/>
                <w:szCs w:val="24"/>
              </w:rPr>
              <w:t xml:space="preserve">. </w:t>
            </w:r>
            <w:proofErr w:type="spellStart"/>
            <w:r w:rsidR="002F45B3" w:rsidRPr="002F45B3">
              <w:rPr>
                <w:b/>
                <w:bCs/>
                <w:iCs/>
                <w:color w:val="244061"/>
                <w:sz w:val="24"/>
                <w:szCs w:val="24"/>
              </w:rPr>
              <w:t>Aline</w:t>
            </w:r>
            <w:proofErr w:type="spellEnd"/>
            <w:r w:rsidR="002F45B3" w:rsidRPr="002F45B3">
              <w:rPr>
                <w:b/>
                <w:bCs/>
                <w:iCs/>
                <w:color w:val="244061"/>
                <w:sz w:val="24"/>
                <w:szCs w:val="24"/>
              </w:rPr>
              <w:t xml:space="preserve"> </w:t>
            </w:r>
            <w:proofErr w:type="spellStart"/>
            <w:r w:rsidR="002F45B3" w:rsidRPr="002F45B3">
              <w:rPr>
                <w:b/>
                <w:bCs/>
                <w:iCs/>
                <w:color w:val="244061"/>
                <w:sz w:val="24"/>
                <w:szCs w:val="24"/>
              </w:rPr>
              <w:t>Becerril</w:t>
            </w:r>
            <w:proofErr w:type="spellEnd"/>
            <w:r w:rsidR="002F45B3" w:rsidRPr="002F45B3">
              <w:rPr>
                <w:b/>
                <w:bCs/>
                <w:iCs/>
                <w:color w:val="244061"/>
                <w:sz w:val="24"/>
                <w:szCs w:val="24"/>
              </w:rPr>
              <w:t xml:space="preserve"> Vega</w:t>
            </w:r>
          </w:p>
        </w:tc>
      </w:tr>
    </w:tbl>
    <w:p w14:paraId="6EAFC09E" w14:textId="6127E7F4" w:rsidR="00AE3B69" w:rsidRPr="00AA174E" w:rsidRDefault="00D62048" w:rsidP="002F45B3">
      <w:pPr>
        <w:tabs>
          <w:tab w:val="left" w:pos="2780"/>
        </w:tabs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  <w:r w:rsidR="00E023A2">
        <w:rPr>
          <w:b/>
          <w:bCs/>
          <w:iCs/>
          <w:color w:val="244061"/>
          <w:sz w:val="24"/>
          <w:szCs w:val="24"/>
        </w:rPr>
        <w:t xml:space="preserve">Email: </w:t>
      </w:r>
      <w:hyperlink r:id="rId12" w:history="1">
        <w:r w:rsidR="002F45B3" w:rsidRPr="002F45B3">
          <w:rPr>
            <w:rStyle w:val="Hyperlink"/>
            <w:b/>
            <w:bCs/>
            <w:iCs/>
            <w:sz w:val="24"/>
            <w:szCs w:val="24"/>
          </w:rPr>
          <w:t>abecerrilv@asa.gob.mx</w:t>
        </w:r>
      </w:hyperlink>
    </w:p>
    <w:p w14:paraId="4F5C7D67" w14:textId="77777777" w:rsidR="00B40240" w:rsidRDefault="00E023A2" w:rsidP="00B40240">
      <w:pPr>
        <w:jc w:val="center"/>
        <w:rPr>
          <w:b/>
          <w:bCs/>
          <w:color w:val="244061"/>
          <w:sz w:val="24"/>
          <w:szCs w:val="24"/>
        </w:rPr>
      </w:pPr>
      <w:bookmarkStart w:id="0" w:name="_GoBack"/>
      <w:bookmarkEnd w:id="0"/>
      <w:r>
        <w:rPr>
          <w:b/>
          <w:bCs/>
          <w:color w:val="244061"/>
          <w:sz w:val="24"/>
          <w:szCs w:val="24"/>
        </w:rPr>
        <w:t xml:space="preserve">    </w:t>
      </w:r>
    </w:p>
    <w:p w14:paraId="6EAFC0A0" w14:textId="2A43BFD2" w:rsidR="00DB3090" w:rsidRPr="00AA174E" w:rsidRDefault="00AA174E" w:rsidP="00B40240">
      <w:pPr>
        <w:jc w:val="center"/>
        <w:rPr>
          <w:b/>
          <w:b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>Please send a copy to:</w:t>
      </w:r>
    </w:p>
    <w:p w14:paraId="6EAFC0A1" w14:textId="77777777" w:rsidR="00DB3090" w:rsidRPr="00AA174E" w:rsidRDefault="00DB3090" w:rsidP="00D62048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 xml:space="preserve"> Trainair</w:t>
      </w:r>
      <w:r w:rsidR="005D530E">
        <w:rPr>
          <w:b/>
          <w:bCs/>
          <w:color w:val="244061"/>
          <w:sz w:val="24"/>
          <w:szCs w:val="24"/>
        </w:rPr>
        <w:t>plus</w:t>
      </w:r>
      <w:r w:rsidRPr="00AA174E">
        <w:rPr>
          <w:b/>
          <w:bCs/>
          <w:color w:val="244061"/>
          <w:sz w:val="24"/>
          <w:szCs w:val="24"/>
        </w:rPr>
        <w:t>@icao.int</w:t>
      </w:r>
    </w:p>
    <w:sectPr w:rsidR="00DB3090" w:rsidRPr="00AA174E" w:rsidSect="00DB3090">
      <w:headerReference w:type="even" r:id="rId13"/>
      <w:headerReference w:type="default" r:id="rId14"/>
      <w:headerReference w:type="first" r:id="rId15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FC0A6" w14:textId="77777777" w:rsidR="00E860E8" w:rsidRDefault="00E860E8">
      <w:r>
        <w:separator/>
      </w:r>
    </w:p>
  </w:endnote>
  <w:endnote w:type="continuationSeparator" w:id="0">
    <w:p w14:paraId="6EAFC0A7" w14:textId="77777777"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FC0A4" w14:textId="77777777" w:rsidR="00E860E8" w:rsidRDefault="00E860E8">
      <w:r>
        <w:separator/>
      </w:r>
    </w:p>
  </w:footnote>
  <w:footnote w:type="continuationSeparator" w:id="0">
    <w:p w14:paraId="6EAFC0A5" w14:textId="77777777"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8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4024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9" w14:textId="77777777"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14:paraId="6EAFC0AA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B756E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6EAFC0AB" w14:textId="77777777"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C" w14:textId="77777777"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898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45B3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157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1A9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433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30E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9AF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33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098A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56E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78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AB3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240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927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46AA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187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798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  <w14:docId w14:val="6EAFC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becerrilv@asa.gob.m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D2E5D84D-07E2-4F81-869A-7015BC323BDD}"/>
</file>

<file path=customXml/itemProps3.xml><?xml version="1.0" encoding="utf-8"?>
<ds:datastoreItem xmlns:ds="http://schemas.openxmlformats.org/officeDocument/2006/customXml" ds:itemID="{17AF4FDB-D672-49E9-AD07-875E60615F87}"/>
</file>

<file path=customXml/itemProps4.xml><?xml version="1.0" encoding="utf-8"?>
<ds:datastoreItem xmlns:ds="http://schemas.openxmlformats.org/officeDocument/2006/customXml" ds:itemID="{BFBBCEDC-2E51-4FCC-AC17-568688B8015A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13</TotalTime>
  <Pages>1</Pages>
  <Words>113</Words>
  <Characters>626</Characters>
  <Application>Microsoft Office Word</Application>
  <DocSecurity>0</DocSecurity>
  <Lines>60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Deborah Guerra</dc:creator>
  <cp:lastModifiedBy>Haidar, Rasha</cp:lastModifiedBy>
  <cp:revision>9</cp:revision>
  <cp:lastPrinted>2012-02-27T15:45:00Z</cp:lastPrinted>
  <dcterms:created xsi:type="dcterms:W3CDTF">2014-04-03T19:53:00Z</dcterms:created>
  <dcterms:modified xsi:type="dcterms:W3CDTF">2014-04-25T18:45:00Z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