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528598AD" w:rsidR="00E023A2" w:rsidRPr="00A02A78" w:rsidRDefault="00E023A2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43"/>
            </w:tblGrid>
            <w:tr w:rsidR="00EE3798" w:rsidRPr="00EE3798" w14:paraId="2EA69407" w14:textId="77777777" w:rsidTr="00EE3798">
              <w:trPr>
                <w:trHeight w:val="140"/>
                <w:jc w:val="center"/>
              </w:trPr>
              <w:tc>
                <w:tcPr>
                  <w:tcW w:w="0" w:type="auto"/>
                </w:tcPr>
                <w:p w14:paraId="61770924" w14:textId="77777777" w:rsidR="00EE3798" w:rsidRPr="00EE3798" w:rsidRDefault="00EE3798" w:rsidP="00EE3798">
                  <w:pPr>
                    <w:jc w:val="center"/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</w:pP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Incheon Airport Aviation Academy (IAAA) </w:t>
                  </w:r>
                </w:p>
              </w:tc>
            </w:tr>
          </w:tbl>
          <w:p w14:paraId="40AB9400" w14:textId="3B428AD9" w:rsidR="00247898" w:rsidRPr="00A02A78" w:rsidRDefault="001F1957" w:rsidP="00B3469A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18 to 24 </w:t>
            </w:r>
            <w:r w:rsidR="00B3469A">
              <w:rPr>
                <w:b/>
                <w:color w:val="0F243E"/>
                <w:sz w:val="24"/>
                <w:szCs w:val="24"/>
              </w:rPr>
              <w:t>September</w:t>
            </w:r>
            <w:bookmarkStart w:id="0" w:name="_GoBack"/>
            <w:bookmarkEnd w:id="0"/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043F9715" w:rsidR="00A02A78" w:rsidRPr="00A02A78" w:rsidRDefault="00A02A78" w:rsidP="009B756E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  Fee: $1,6</w:t>
            </w:r>
            <w:r w:rsidR="009B756E">
              <w:rPr>
                <w:b/>
                <w:color w:val="0F243E"/>
                <w:sz w:val="24"/>
                <w:szCs w:val="24"/>
              </w:rPr>
              <w:t>00USD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6"/>
      </w:tblGrid>
      <w:tr w:rsidR="00B40240" w:rsidRPr="00B40240" w14:paraId="6B074100" w14:textId="77777777">
        <w:trPr>
          <w:trHeight w:val="140"/>
        </w:trPr>
        <w:tc>
          <w:tcPr>
            <w:tcW w:w="9466" w:type="dxa"/>
          </w:tcPr>
          <w:p w14:paraId="64C4C004" w14:textId="2177C385" w:rsidR="00B40240" w:rsidRPr="00B40240" w:rsidRDefault="00D62048" w:rsidP="00B40240">
            <w:pPr>
              <w:tabs>
                <w:tab w:val="left" w:pos="720"/>
              </w:tabs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 w:rsidR="00B40240"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  <w:t xml:space="preserve">Mr. </w:t>
            </w:r>
            <w:r w:rsidR="00B40240" w:rsidRPr="00B40240"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  <w:t>James (Yong Ki) Yi</w:t>
            </w:r>
          </w:p>
        </w:tc>
      </w:tr>
    </w:tbl>
    <w:p w14:paraId="6EAFC09E" w14:textId="772D437D" w:rsidR="00AE3B69" w:rsidRPr="00AA174E" w:rsidRDefault="00D62048" w:rsidP="00B40240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B40240" w:rsidRPr="00B40240">
        <w:rPr>
          <w:b/>
          <w:bCs/>
          <w:iCs/>
          <w:color w:val="244061"/>
          <w:sz w:val="24"/>
          <w:szCs w:val="24"/>
          <w:lang w:val="en-US"/>
        </w:rPr>
        <w:t>proy2k@naver.com</w:t>
      </w:r>
    </w:p>
    <w:p w14:paraId="4F5C7D67" w14:textId="77777777" w:rsidR="00B40240" w:rsidRDefault="00E023A2" w:rsidP="00B40240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</w:t>
      </w:r>
    </w:p>
    <w:p w14:paraId="6EAFC0A0" w14:textId="2A43BFD2" w:rsidR="00DB3090" w:rsidRPr="00AA174E" w:rsidRDefault="00AA174E" w:rsidP="00B40240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4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957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69A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4AA2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4E9BF6A8-DE7B-4B1E-B9B1-2B448F663BE5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9</TotalTime>
  <Pages>1</Pages>
  <Words>109</Words>
  <Characters>586</Characters>
  <Application>Microsoft Office Word</Application>
  <DocSecurity>0</DocSecurity>
  <Lines>59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12</cp:revision>
  <cp:lastPrinted>2012-02-27T15:45:00Z</cp:lastPrinted>
  <dcterms:created xsi:type="dcterms:W3CDTF">2014-04-03T19:53:00Z</dcterms:created>
  <dcterms:modified xsi:type="dcterms:W3CDTF">2014-08-13T13:36:00Z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