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36" w:type="dxa"/>
        <w:tblLook w:val="01E0" w:firstRow="1" w:lastRow="1" w:firstColumn="1" w:lastColumn="1" w:noHBand="0" w:noVBand="0"/>
      </w:tblPr>
      <w:tblGrid>
        <w:gridCol w:w="236"/>
        <w:gridCol w:w="4746"/>
        <w:gridCol w:w="3192"/>
      </w:tblGrid>
      <w:tr w:rsidR="004869B4" w:rsidRPr="00E41C22" w14:paraId="6EAFC063" w14:textId="77777777" w:rsidTr="00A02A78">
        <w:trPr>
          <w:trHeight w:val="148"/>
        </w:trPr>
        <w:tc>
          <w:tcPr>
            <w:tcW w:w="236" w:type="dxa"/>
            <w:vMerge w:val="restart"/>
          </w:tcPr>
          <w:p w14:paraId="6EAFC060" w14:textId="13C037A9" w:rsidR="004869B4" w:rsidRPr="00E41C22" w:rsidRDefault="00247898" w:rsidP="001C7C76">
            <w:r>
              <w:rPr>
                <w:noProof/>
                <w:lang w:val="en-CA" w:eastAsia="zh-CN"/>
              </w:rPr>
              <w:drawing>
                <wp:anchor distT="0" distB="0" distL="114300" distR="114300" simplePos="0" relativeHeight="251658240" behindDoc="0" locked="0" layoutInCell="1" allowOverlap="1" wp14:anchorId="28B2988E" wp14:editId="63FB382A">
                  <wp:simplePos x="0" y="0"/>
                  <wp:positionH relativeFrom="column">
                    <wp:posOffset>-321310</wp:posOffset>
                  </wp:positionH>
                  <wp:positionV relativeFrom="paragraph">
                    <wp:posOffset>-527050</wp:posOffset>
                  </wp:positionV>
                  <wp:extent cx="5937250" cy="546100"/>
                  <wp:effectExtent l="0" t="0" r="6350" b="6350"/>
                  <wp:wrapNone/>
                  <wp:docPr id="2" name="Picture 2" descr="O:\GAT\TRAINAIR PLUS\11. Programme Management\Logos\TAP_Brand_NEW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:\GAT\TRAINAIR PLUS\11. Programme Management\Logos\TAP_Brand_NEW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46" w:type="dxa"/>
          </w:tcPr>
          <w:p w14:paraId="6EAFC061" w14:textId="788B9F1E" w:rsidR="004869B4" w:rsidRPr="00E41C22" w:rsidRDefault="004869B4" w:rsidP="001C7C76"/>
        </w:tc>
        <w:tc>
          <w:tcPr>
            <w:tcW w:w="3192" w:type="dxa"/>
          </w:tcPr>
          <w:p w14:paraId="6EAFC062" w14:textId="77777777" w:rsidR="004869B4" w:rsidRPr="00E41C22" w:rsidRDefault="004869B4" w:rsidP="004B2B95">
            <w:pPr>
              <w:jc w:val="right"/>
            </w:pPr>
          </w:p>
        </w:tc>
      </w:tr>
      <w:tr w:rsidR="005F3BEA" w:rsidRPr="00E41C22" w14:paraId="6EAFC066" w14:textId="77777777" w:rsidTr="008F326F">
        <w:trPr>
          <w:trHeight w:val="207"/>
        </w:trPr>
        <w:tc>
          <w:tcPr>
            <w:tcW w:w="236" w:type="dxa"/>
            <w:vMerge/>
          </w:tcPr>
          <w:p w14:paraId="6EAFC064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5" w14:textId="0BD55F93" w:rsidR="005F3BEA" w:rsidRPr="00E41C22" w:rsidRDefault="005F3BEA" w:rsidP="008F326F">
            <w:pPr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</w:p>
        </w:tc>
      </w:tr>
      <w:tr w:rsidR="005F3BEA" w:rsidRPr="00E41C22" w14:paraId="6EAFC06A" w14:textId="77777777" w:rsidTr="00383157">
        <w:tc>
          <w:tcPr>
            <w:tcW w:w="236" w:type="dxa"/>
            <w:vMerge/>
          </w:tcPr>
          <w:p w14:paraId="6EAFC067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9" w14:textId="0EA08D65" w:rsidR="005F3BEA" w:rsidRPr="00A02A78" w:rsidRDefault="008B6117" w:rsidP="00EE3798">
            <w:pPr>
              <w:tabs>
                <w:tab w:val="left" w:pos="1440"/>
              </w:tabs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bCs/>
                <w:color w:val="0F243E"/>
                <w:sz w:val="24"/>
                <w:szCs w:val="24"/>
              </w:rPr>
              <w:t xml:space="preserve">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 xml:space="preserve">Training 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Instructo</w:t>
            </w:r>
            <w:r w:rsidR="00A02A78" w:rsidRPr="00A02A78">
              <w:rPr>
                <w:b/>
                <w:color w:val="0F243E"/>
                <w:sz w:val="24"/>
                <w:szCs w:val="24"/>
              </w:rPr>
              <w:t xml:space="preserve">rs Course </w:t>
            </w:r>
            <w:r w:rsidR="00A02A78" w:rsidRPr="00A02A78">
              <w:rPr>
                <w:b/>
                <w:color w:val="0F243E"/>
                <w:sz w:val="24"/>
                <w:szCs w:val="24"/>
                <w:lang w:val="en-US"/>
              </w:rPr>
              <w:t>(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TI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>C)</w:t>
            </w:r>
            <w:r w:rsidR="00EE3798" w:rsidRPr="00EE3798">
              <w:rPr>
                <w:b/>
                <w:color w:val="0F243E"/>
                <w:sz w:val="24"/>
                <w:szCs w:val="24"/>
              </w:rPr>
              <w:t xml:space="preserve"> Part 2</w:t>
            </w:r>
          </w:p>
        </w:tc>
      </w:tr>
      <w:tr w:rsidR="005F3BEA" w:rsidRPr="00E41C22" w14:paraId="6EAFC06F" w14:textId="77777777" w:rsidTr="00383157">
        <w:trPr>
          <w:trHeight w:val="1350"/>
        </w:trPr>
        <w:tc>
          <w:tcPr>
            <w:tcW w:w="236" w:type="dxa"/>
            <w:vMerge/>
          </w:tcPr>
          <w:p w14:paraId="6EAFC06B" w14:textId="77777777" w:rsidR="005F3BEA" w:rsidRPr="00E41C22" w:rsidRDefault="005F3BEA" w:rsidP="001C7C76"/>
        </w:tc>
        <w:tc>
          <w:tcPr>
            <w:tcW w:w="7938" w:type="dxa"/>
            <w:gridSpan w:val="2"/>
            <w:shd w:val="clear" w:color="auto" w:fill="auto"/>
          </w:tcPr>
          <w:p w14:paraId="6F389F3E" w14:textId="528598AD" w:rsidR="00E023A2" w:rsidRPr="00A02A78" w:rsidRDefault="00E023A2" w:rsidP="00A02A78">
            <w:pPr>
              <w:jc w:val="center"/>
              <w:rPr>
                <w:b/>
                <w:color w:val="0F243E"/>
                <w:sz w:val="24"/>
                <w:szCs w:val="24"/>
              </w:rPr>
            </w:pPr>
            <w:bookmarkStart w:id="0" w:name="_GoBack"/>
            <w:bookmarkEnd w:id="0"/>
          </w:p>
          <w:tbl>
            <w:tblPr>
              <w:tblW w:w="0" w:type="auto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210"/>
            </w:tblGrid>
            <w:tr w:rsidR="00EE3798" w:rsidRPr="00EE3798" w14:paraId="2EA69407" w14:textId="77777777" w:rsidTr="00EE3798">
              <w:trPr>
                <w:trHeight w:val="140"/>
                <w:jc w:val="center"/>
              </w:trPr>
              <w:tc>
                <w:tcPr>
                  <w:tcW w:w="0" w:type="auto"/>
                </w:tcPr>
                <w:p w14:paraId="61770924" w14:textId="3B3674CE" w:rsidR="00EE3798" w:rsidRPr="00EE3798" w:rsidRDefault="00EE3798" w:rsidP="00CE1927">
                  <w:pPr>
                    <w:jc w:val="center"/>
                    <w:rPr>
                      <w:b/>
                      <w:color w:val="0F243E"/>
                      <w:sz w:val="24"/>
                      <w:szCs w:val="24"/>
                      <w:lang w:val="en-CA"/>
                    </w:rPr>
                  </w:pPr>
                  <w:r w:rsidRPr="00EE3798">
                    <w:rPr>
                      <w:b/>
                      <w:color w:val="0F243E"/>
                      <w:sz w:val="24"/>
                      <w:szCs w:val="24"/>
                      <w:lang w:val="en-CA"/>
                    </w:rPr>
                    <w:t xml:space="preserve"> </w:t>
                  </w:r>
                  <w:r w:rsidR="00CE1927" w:rsidRPr="00CE1927">
                    <w:rPr>
                      <w:b/>
                      <w:color w:val="0F243E"/>
                      <w:sz w:val="24"/>
                      <w:szCs w:val="24"/>
                    </w:rPr>
                    <w:t xml:space="preserve">JAA Training Organisation </w:t>
                  </w:r>
                  <w:r w:rsidR="00CE1927">
                    <w:rPr>
                      <w:b/>
                      <w:color w:val="0F243E"/>
                      <w:sz w:val="24"/>
                      <w:szCs w:val="24"/>
                      <w:lang w:val="en-CA"/>
                    </w:rPr>
                    <w:t>(JAA TO</w:t>
                  </w:r>
                  <w:r w:rsidRPr="00EE3798">
                    <w:rPr>
                      <w:b/>
                      <w:color w:val="0F243E"/>
                      <w:sz w:val="24"/>
                      <w:szCs w:val="24"/>
                      <w:lang w:val="en-CA"/>
                    </w:rPr>
                    <w:t xml:space="preserve">) </w:t>
                  </w:r>
                </w:p>
              </w:tc>
            </w:tr>
          </w:tbl>
          <w:p w14:paraId="40AB9400" w14:textId="4C5C44F5" w:rsidR="00247898" w:rsidRPr="00A02A78" w:rsidRDefault="00CE1927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  <w:r>
              <w:rPr>
                <w:b/>
                <w:color w:val="0F243E"/>
                <w:sz w:val="24"/>
                <w:szCs w:val="24"/>
              </w:rPr>
              <w:t>1 to 5 Decem</w:t>
            </w:r>
            <w:r w:rsidR="00EE3798">
              <w:rPr>
                <w:b/>
                <w:color w:val="0F243E"/>
                <w:sz w:val="24"/>
                <w:szCs w:val="24"/>
              </w:rPr>
              <w:t>ber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 xml:space="preserve"> 2014</w:t>
            </w:r>
          </w:p>
          <w:p w14:paraId="4BF832AC" w14:textId="77777777" w:rsidR="00A02A78" w:rsidRPr="00A02A78" w:rsidRDefault="00A02A7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  <w:p w14:paraId="0BBCCAB4" w14:textId="3402D2ED" w:rsidR="00A02A78" w:rsidRPr="00A02A78" w:rsidRDefault="00A02A78" w:rsidP="00CE1927">
            <w:pPr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>Duration: 1 we</w:t>
            </w:r>
            <w:r w:rsidR="009B756E">
              <w:rPr>
                <w:b/>
                <w:color w:val="0F243E"/>
                <w:sz w:val="24"/>
                <w:szCs w:val="24"/>
              </w:rPr>
              <w:t xml:space="preserve">ek            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Format: classroom</w:t>
            </w:r>
            <w:r w:rsidR="00EE3798">
              <w:rPr>
                <w:b/>
                <w:color w:val="0F243E"/>
                <w:sz w:val="24"/>
                <w:szCs w:val="24"/>
              </w:rPr>
              <w:t xml:space="preserve">      Fee: </w:t>
            </w:r>
            <w:r w:rsidR="00CE1927">
              <w:rPr>
                <w:b/>
                <w:color w:val="0F243E"/>
                <w:sz w:val="24"/>
                <w:szCs w:val="24"/>
              </w:rPr>
              <w:t>TBD</w:t>
            </w:r>
          </w:p>
          <w:p w14:paraId="6EAFC06E" w14:textId="77777777" w:rsidR="00247898" w:rsidRPr="00A02A78" w:rsidRDefault="0024789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</w:tc>
      </w:tr>
    </w:tbl>
    <w:p w14:paraId="6EAFC077" w14:textId="77777777"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p w14:paraId="6EAFC078" w14:textId="77777777" w:rsidR="00904077" w:rsidRPr="00E41C22" w:rsidRDefault="00904077" w:rsidP="004869B4">
      <w:pPr>
        <w:jc w:val="center"/>
      </w:pP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475"/>
        <w:gridCol w:w="6633"/>
      </w:tblGrid>
      <w:tr w:rsidR="00E41C22" w:rsidRPr="004B2B95" w14:paraId="6EAFC07C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79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475" w:type="dxa"/>
            <w:vAlign w:val="center"/>
          </w:tcPr>
          <w:p w14:paraId="6EAFC07A" w14:textId="1F8A6595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 xml:space="preserve">First 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633" w:type="dxa"/>
            <w:vAlign w:val="center"/>
          </w:tcPr>
          <w:p w14:paraId="6EAFC07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54D17999" w14:textId="77777777" w:rsidTr="0091098A">
        <w:trPr>
          <w:cantSplit/>
          <w:trHeight w:val="702"/>
        </w:trPr>
        <w:tc>
          <w:tcPr>
            <w:tcW w:w="468" w:type="dxa"/>
            <w:vAlign w:val="center"/>
          </w:tcPr>
          <w:p w14:paraId="544325DB" w14:textId="0332B994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475" w:type="dxa"/>
            <w:vAlign w:val="center"/>
          </w:tcPr>
          <w:p w14:paraId="2F10167B" w14:textId="4C0611D2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Last Name</w:t>
            </w:r>
          </w:p>
        </w:tc>
        <w:tc>
          <w:tcPr>
            <w:tcW w:w="6633" w:type="dxa"/>
            <w:vAlign w:val="center"/>
          </w:tcPr>
          <w:p w14:paraId="173B30F2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0" w14:textId="77777777" w:rsidTr="0091098A">
        <w:trPr>
          <w:cantSplit/>
          <w:trHeight w:val="698"/>
        </w:trPr>
        <w:tc>
          <w:tcPr>
            <w:tcW w:w="468" w:type="dxa"/>
            <w:vAlign w:val="center"/>
          </w:tcPr>
          <w:p w14:paraId="6EAFC07D" w14:textId="690F7901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3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7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633" w:type="dxa"/>
            <w:vAlign w:val="center"/>
          </w:tcPr>
          <w:p w14:paraId="6EAFC07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4" w14:textId="77777777" w:rsidTr="0091098A">
        <w:trPr>
          <w:cantSplit/>
          <w:trHeight w:val="694"/>
        </w:trPr>
        <w:tc>
          <w:tcPr>
            <w:tcW w:w="468" w:type="dxa"/>
            <w:vAlign w:val="center"/>
          </w:tcPr>
          <w:p w14:paraId="6EAFC081" w14:textId="125EC2FB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4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2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633" w:type="dxa"/>
            <w:vAlign w:val="center"/>
          </w:tcPr>
          <w:p w14:paraId="6EAFC083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8" w14:textId="77777777" w:rsidTr="0091098A">
        <w:trPr>
          <w:cantSplit/>
          <w:trHeight w:val="705"/>
        </w:trPr>
        <w:tc>
          <w:tcPr>
            <w:tcW w:w="468" w:type="dxa"/>
            <w:vAlign w:val="center"/>
          </w:tcPr>
          <w:p w14:paraId="6EAFC085" w14:textId="15CD9179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5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6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Country</w:t>
            </w:r>
          </w:p>
        </w:tc>
        <w:tc>
          <w:tcPr>
            <w:tcW w:w="6633" w:type="dxa"/>
            <w:vAlign w:val="center"/>
          </w:tcPr>
          <w:p w14:paraId="6EAFC087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C" w14:textId="77777777" w:rsidTr="0091098A">
        <w:trPr>
          <w:cantSplit/>
          <w:trHeight w:val="403"/>
        </w:trPr>
        <w:tc>
          <w:tcPr>
            <w:tcW w:w="468" w:type="dxa"/>
            <w:vAlign w:val="center"/>
          </w:tcPr>
          <w:p w14:paraId="6EAFC089" w14:textId="1AAA8AC4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A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633" w:type="dxa"/>
            <w:vAlign w:val="center"/>
          </w:tcPr>
          <w:p w14:paraId="6EAFC08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90" w14:textId="77777777" w:rsidTr="0091098A">
        <w:trPr>
          <w:cantSplit/>
          <w:trHeight w:val="510"/>
        </w:trPr>
        <w:tc>
          <w:tcPr>
            <w:tcW w:w="468" w:type="dxa"/>
            <w:vAlign w:val="center"/>
          </w:tcPr>
          <w:p w14:paraId="6EAFC08D" w14:textId="07A154D7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7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633" w:type="dxa"/>
            <w:vAlign w:val="center"/>
          </w:tcPr>
          <w:p w14:paraId="6EAFC08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777F2247" w14:textId="77777777" w:rsidTr="0091098A">
        <w:trPr>
          <w:cantSplit/>
          <w:trHeight w:val="1324"/>
        </w:trPr>
        <w:tc>
          <w:tcPr>
            <w:tcW w:w="468" w:type="dxa"/>
            <w:vAlign w:val="center"/>
          </w:tcPr>
          <w:p w14:paraId="7BFD0496" w14:textId="6352E56B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475" w:type="dxa"/>
            <w:vAlign w:val="center"/>
          </w:tcPr>
          <w:p w14:paraId="34A5E541" w14:textId="47DFA40E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Certificate Code for Part 1 (Online Instructional Techniques)</w:t>
            </w:r>
          </w:p>
        </w:tc>
        <w:tc>
          <w:tcPr>
            <w:tcW w:w="6633" w:type="dxa"/>
            <w:vAlign w:val="center"/>
          </w:tcPr>
          <w:p w14:paraId="5B58C4B4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4" w14:textId="77777777" w:rsidTr="0091098A">
        <w:trPr>
          <w:cantSplit/>
          <w:trHeight w:val="670"/>
        </w:trPr>
        <w:tc>
          <w:tcPr>
            <w:tcW w:w="468" w:type="dxa"/>
            <w:vAlign w:val="center"/>
          </w:tcPr>
          <w:p w14:paraId="6EAFC091" w14:textId="0C981665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9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2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633" w:type="dxa"/>
            <w:vAlign w:val="center"/>
          </w:tcPr>
          <w:p w14:paraId="6EAFC093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8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95" w14:textId="2E3BE908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10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6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633" w:type="dxa"/>
            <w:vAlign w:val="center"/>
          </w:tcPr>
          <w:p w14:paraId="6EAFC097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14:paraId="3223A45A" w14:textId="77777777" w:rsidR="0091098A" w:rsidRDefault="0091098A" w:rsidP="005F3BEA">
      <w:pPr>
        <w:rPr>
          <w:color w:val="0F243E"/>
        </w:rPr>
      </w:pPr>
    </w:p>
    <w:p w14:paraId="6EAFC099" w14:textId="77777777"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14:paraId="6EAFC09A" w14:textId="77777777" w:rsidR="00AE3B69" w:rsidRPr="008B6117" w:rsidRDefault="00AE3B69" w:rsidP="008E6685">
      <w:pPr>
        <w:jc w:val="center"/>
        <w:rPr>
          <w:color w:val="0F243E"/>
        </w:rPr>
      </w:pPr>
    </w:p>
    <w:p w14:paraId="6EAFC09B" w14:textId="77777777" w:rsidR="00AE3B69" w:rsidRDefault="008B6117" w:rsidP="008F326F">
      <w:pPr>
        <w:jc w:val="center"/>
        <w:rPr>
          <w:b/>
          <w:bCs/>
          <w:iCs/>
          <w:color w:val="244061"/>
        </w:rPr>
      </w:pPr>
      <w:r w:rsidRPr="00AA174E">
        <w:rPr>
          <w:b/>
          <w:bCs/>
          <w:iCs/>
          <w:color w:val="0F243E"/>
        </w:rPr>
        <w:t xml:space="preserve">      </w:t>
      </w:r>
      <w:r w:rsidR="00AE3B69" w:rsidRPr="00AA174E">
        <w:rPr>
          <w:b/>
          <w:bCs/>
          <w:iCs/>
          <w:color w:val="244061"/>
        </w:rPr>
        <w:t>Please return this form to: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466"/>
      </w:tblGrid>
      <w:tr w:rsidR="00B40240" w:rsidRPr="00B40240" w14:paraId="6B074100" w14:textId="77777777">
        <w:trPr>
          <w:trHeight w:val="140"/>
        </w:trPr>
        <w:tc>
          <w:tcPr>
            <w:tcW w:w="9466" w:type="dxa"/>
          </w:tcPr>
          <w:p w14:paraId="64C4C004" w14:textId="63560BE9" w:rsidR="00B40240" w:rsidRPr="00B40240" w:rsidRDefault="00D62048" w:rsidP="00CE1927">
            <w:pPr>
              <w:tabs>
                <w:tab w:val="left" w:pos="720"/>
              </w:tabs>
              <w:rPr>
                <w:b/>
                <w:bCs/>
                <w:iCs/>
                <w:color w:val="244061"/>
                <w:sz w:val="24"/>
                <w:szCs w:val="24"/>
                <w:lang w:val="en-CA"/>
              </w:rPr>
            </w:pPr>
            <w:r>
              <w:rPr>
                <w:b/>
                <w:bCs/>
                <w:iCs/>
                <w:color w:val="0F243E"/>
              </w:rPr>
              <w:tab/>
            </w:r>
            <w:r>
              <w:rPr>
                <w:b/>
                <w:bCs/>
                <w:iCs/>
                <w:color w:val="0F243E"/>
              </w:rPr>
              <w:tab/>
            </w:r>
            <w:r>
              <w:rPr>
                <w:b/>
                <w:bCs/>
                <w:iCs/>
                <w:color w:val="0F243E"/>
              </w:rPr>
              <w:tab/>
            </w:r>
            <w:r>
              <w:rPr>
                <w:b/>
                <w:bCs/>
                <w:iCs/>
                <w:color w:val="0F243E"/>
              </w:rPr>
              <w:tab/>
            </w:r>
            <w:r>
              <w:rPr>
                <w:b/>
                <w:bCs/>
                <w:iCs/>
                <w:color w:val="0F243E"/>
              </w:rPr>
              <w:tab/>
            </w:r>
            <w:r w:rsidR="00CE1927">
              <w:rPr>
                <w:b/>
                <w:bCs/>
                <w:iCs/>
                <w:color w:val="244061"/>
                <w:sz w:val="24"/>
                <w:szCs w:val="24"/>
                <w:lang w:val="en-CA"/>
              </w:rPr>
              <w:t xml:space="preserve">Ms. </w:t>
            </w:r>
            <w:r w:rsidR="00CE1927" w:rsidRPr="00CE1927">
              <w:rPr>
                <w:b/>
                <w:bCs/>
                <w:iCs/>
                <w:color w:val="244061"/>
                <w:sz w:val="24"/>
                <w:szCs w:val="24"/>
                <w:lang w:val="en-CA"/>
              </w:rPr>
              <w:t>Paula Almeida</w:t>
            </w:r>
            <w:r w:rsidR="00CE1927" w:rsidRPr="00CE1927">
              <w:rPr>
                <w:b/>
                <w:bCs/>
                <w:iCs/>
                <w:color w:val="244061"/>
                <w:sz w:val="24"/>
                <w:szCs w:val="24"/>
              </w:rPr>
              <w:t>|</w:t>
            </w:r>
          </w:p>
        </w:tc>
      </w:tr>
    </w:tbl>
    <w:p w14:paraId="6EAFC09E" w14:textId="691D1D6C" w:rsidR="00AE3B69" w:rsidRPr="00AA174E" w:rsidRDefault="00D62048" w:rsidP="00CE1927">
      <w:pPr>
        <w:tabs>
          <w:tab w:val="left" w:pos="2780"/>
        </w:tabs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  <w:r w:rsidR="00E023A2">
        <w:rPr>
          <w:b/>
          <w:bCs/>
          <w:iCs/>
          <w:color w:val="244061"/>
          <w:sz w:val="24"/>
          <w:szCs w:val="24"/>
        </w:rPr>
        <w:t xml:space="preserve">Email: </w:t>
      </w:r>
      <w:r w:rsidR="00CE1927" w:rsidRPr="00CE1927">
        <w:rPr>
          <w:b/>
          <w:bCs/>
          <w:iCs/>
          <w:color w:val="244061"/>
          <w:sz w:val="24"/>
          <w:szCs w:val="24"/>
          <w:lang w:val="en-US"/>
        </w:rPr>
        <w:t>palmeida@jaat.eu</w:t>
      </w:r>
    </w:p>
    <w:p w14:paraId="4F5C7D67" w14:textId="77777777" w:rsidR="00B40240" w:rsidRDefault="00E023A2" w:rsidP="00B40240">
      <w:pPr>
        <w:jc w:val="center"/>
        <w:rPr>
          <w:b/>
          <w:bCs/>
          <w:color w:val="244061"/>
          <w:sz w:val="24"/>
          <w:szCs w:val="24"/>
        </w:rPr>
      </w:pPr>
      <w:r>
        <w:rPr>
          <w:b/>
          <w:bCs/>
          <w:color w:val="244061"/>
          <w:sz w:val="24"/>
          <w:szCs w:val="24"/>
        </w:rPr>
        <w:t xml:space="preserve">    </w:t>
      </w:r>
    </w:p>
    <w:p w14:paraId="6EAFC0A0" w14:textId="2A43BFD2" w:rsidR="00DB3090" w:rsidRPr="00AA174E" w:rsidRDefault="00AA174E" w:rsidP="00B40240">
      <w:pPr>
        <w:jc w:val="center"/>
        <w:rPr>
          <w:b/>
          <w:b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>Please send a copy to:</w:t>
      </w:r>
    </w:p>
    <w:p w14:paraId="6EAFC0A1" w14:textId="77777777" w:rsidR="00DB3090" w:rsidRPr="00AA174E" w:rsidRDefault="00DB3090" w:rsidP="00D62048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 xml:space="preserve"> Trainair</w:t>
      </w:r>
      <w:r w:rsidR="005D530E">
        <w:rPr>
          <w:b/>
          <w:bCs/>
          <w:color w:val="244061"/>
          <w:sz w:val="24"/>
          <w:szCs w:val="24"/>
        </w:rPr>
        <w:t>plus</w:t>
      </w:r>
      <w:r w:rsidRPr="00AA174E">
        <w:rPr>
          <w:b/>
          <w:bCs/>
          <w:color w:val="244061"/>
          <w:sz w:val="24"/>
          <w:szCs w:val="24"/>
        </w:rPr>
        <w:t>@icao.int</w:t>
      </w:r>
    </w:p>
    <w:sectPr w:rsidR="00DB3090" w:rsidRPr="00AA174E" w:rsidSect="00DB3090">
      <w:headerReference w:type="even" r:id="rId12"/>
      <w:headerReference w:type="default" r:id="rId13"/>
      <w:headerReference w:type="first" r:id="rId14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AFC0A6" w14:textId="77777777" w:rsidR="00E860E8" w:rsidRDefault="00E860E8">
      <w:r>
        <w:separator/>
      </w:r>
    </w:p>
  </w:endnote>
  <w:endnote w:type="continuationSeparator" w:id="0">
    <w:p w14:paraId="6EAFC0A7" w14:textId="77777777"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FC0A4" w14:textId="77777777" w:rsidR="00E860E8" w:rsidRDefault="00E860E8">
      <w:r>
        <w:separator/>
      </w:r>
    </w:p>
  </w:footnote>
  <w:footnote w:type="continuationSeparator" w:id="0">
    <w:p w14:paraId="6EAFC0A5" w14:textId="77777777"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8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B4024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9" w14:textId="77777777"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14:paraId="6EAFC0AA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B756E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6EAFC0AB" w14:textId="77777777"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C" w14:textId="77777777"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898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157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1A9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433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30E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9AF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33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098A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56E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78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AB3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240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927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46AA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187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798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6EAFC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17AF4FDB-D672-49E9-AD07-875E60615F87}"/>
</file>

<file path=customXml/itemProps3.xml><?xml version="1.0" encoding="utf-8"?>
<ds:datastoreItem xmlns:ds="http://schemas.openxmlformats.org/officeDocument/2006/customXml" ds:itemID="{D2E5D84D-07E2-4F81-869A-7015BC323BDD}"/>
</file>

<file path=customXml/itemProps4.xml><?xml version="1.0" encoding="utf-8"?>
<ds:datastoreItem xmlns:ds="http://schemas.openxmlformats.org/officeDocument/2006/customXml" ds:itemID="{2970A474-EBB0-4780-9457-935BCC2A1CC8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ICAONACCRegistrationFormENG.dot</Template>
  <TotalTime>11</TotalTime>
  <Pages>1</Pages>
  <Words>107</Words>
  <Characters>570</Characters>
  <Application>Microsoft Office Word</Application>
  <DocSecurity>0</DocSecurity>
  <Lines>59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Guerra</dc:creator>
  <cp:lastModifiedBy>Haidar, Rasha</cp:lastModifiedBy>
  <cp:revision>8</cp:revision>
  <cp:lastPrinted>2012-02-27T15:45:00Z</cp:lastPrinted>
  <dcterms:created xsi:type="dcterms:W3CDTF">2014-04-03T19:53:00Z</dcterms:created>
  <dcterms:modified xsi:type="dcterms:W3CDTF">2014-04-14T17:22:00Z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