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1" w:type="dxa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4529"/>
      </w:tblGrid>
      <w:tr w:rsidR="004869B4" w:rsidRPr="00E41C22" w14:paraId="6EAFC063" w14:textId="77777777" w:rsidTr="00853002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4529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53002">
        <w:trPr>
          <w:trHeight w:val="60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9275" w:type="dxa"/>
            <w:gridSpan w:val="2"/>
          </w:tcPr>
          <w:p w14:paraId="6EAFC065" w14:textId="65FB6C08" w:rsidR="005F3BEA" w:rsidRPr="00E41C22" w:rsidRDefault="005F3BEA" w:rsidP="00F74AD2">
            <w:pPr>
              <w:tabs>
                <w:tab w:val="left" w:pos="3770"/>
              </w:tabs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853002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9275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853002">
        <w:trPr>
          <w:trHeight w:val="1765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9275" w:type="dxa"/>
            <w:gridSpan w:val="2"/>
            <w:shd w:val="clear" w:color="auto" w:fill="auto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098D968C" w14:textId="77777777" w:rsidR="00F74AD2" w:rsidRPr="00F74AD2" w:rsidRDefault="00F74AD2" w:rsidP="00F74AD2">
            <w:pPr>
              <w:jc w:val="center"/>
              <w:rPr>
                <w:b/>
                <w:color w:val="0F243E"/>
                <w:sz w:val="24"/>
                <w:szCs w:val="24"/>
                <w:lang w:val="en-US"/>
              </w:rPr>
            </w:pPr>
            <w:r w:rsidRPr="00F74AD2">
              <w:rPr>
                <w:b/>
                <w:color w:val="0F243E"/>
                <w:sz w:val="24"/>
                <w:szCs w:val="24"/>
                <w:lang w:val="en-US"/>
              </w:rPr>
              <w:t>3 to 7 November 2014</w:t>
            </w:r>
          </w:p>
          <w:p w14:paraId="17D53A20" w14:textId="77777777" w:rsidR="00F74AD2" w:rsidRPr="00F74AD2" w:rsidRDefault="00F74AD2" w:rsidP="00F74AD2">
            <w:pPr>
              <w:jc w:val="center"/>
              <w:rPr>
                <w:b/>
                <w:color w:val="0F243E"/>
                <w:sz w:val="24"/>
                <w:szCs w:val="24"/>
                <w:lang w:val="en-US"/>
              </w:rPr>
            </w:pPr>
            <w:r w:rsidRPr="00F74AD2">
              <w:rPr>
                <w:b/>
                <w:color w:val="0F243E"/>
                <w:sz w:val="24"/>
                <w:szCs w:val="24"/>
                <w:lang w:val="en-US"/>
              </w:rPr>
              <w:t>ICAO HQ</w:t>
            </w:r>
          </w:p>
          <w:p w14:paraId="4BF832AC" w14:textId="72B5F647" w:rsidR="00A02A78" w:rsidRDefault="00F74AD2" w:rsidP="00F74AD2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F74AD2">
              <w:rPr>
                <w:b/>
                <w:color w:val="0F243E"/>
                <w:sz w:val="24"/>
                <w:szCs w:val="24"/>
                <w:lang w:val="en-US"/>
              </w:rPr>
              <w:t>Montreal, Canada</w:t>
            </w:r>
            <w:r w:rsidRPr="00F74AD2">
              <w:rPr>
                <w:b/>
                <w:color w:val="0F243E"/>
                <w:sz w:val="24"/>
                <w:szCs w:val="24"/>
              </w:rPr>
              <w:t xml:space="preserve"> </w:t>
            </w:r>
          </w:p>
          <w:p w14:paraId="1434BE5D" w14:textId="77777777" w:rsidR="00C8324E" w:rsidRDefault="00C8324E" w:rsidP="00F74AD2">
            <w:pPr>
              <w:jc w:val="center"/>
              <w:rPr>
                <w:b/>
                <w:color w:val="0F243E"/>
                <w:sz w:val="24"/>
                <w:szCs w:val="24"/>
              </w:rPr>
            </w:pPr>
            <w:bookmarkStart w:id="0" w:name="_GoBack"/>
            <w:bookmarkEnd w:id="0"/>
          </w:p>
          <w:p w14:paraId="3D19E777" w14:textId="414F9417" w:rsidR="00247898" w:rsidRDefault="00A02A78" w:rsidP="00F74AD2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      </w:t>
            </w:r>
            <w:r w:rsidR="00853002">
              <w:rPr>
                <w:b/>
                <w:color w:val="0F243E"/>
                <w:sz w:val="24"/>
                <w:szCs w:val="24"/>
              </w:rPr>
              <w:t xml:space="preserve">   </w:t>
            </w:r>
            <w:r w:rsidR="009B756E">
              <w:rPr>
                <w:b/>
                <w:color w:val="0F243E"/>
                <w:sz w:val="24"/>
                <w:szCs w:val="24"/>
              </w:rPr>
              <w:t>Fee</w:t>
            </w:r>
            <w:r w:rsidR="00853002">
              <w:rPr>
                <w:b/>
                <w:color w:val="0F243E"/>
                <w:sz w:val="24"/>
                <w:szCs w:val="24"/>
              </w:rPr>
              <w:t xml:space="preserve"> for TIC2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: </w:t>
            </w:r>
            <w:r w:rsidR="00F74AD2">
              <w:rPr>
                <w:b/>
                <w:color w:val="0F243E"/>
                <w:sz w:val="24"/>
                <w:szCs w:val="24"/>
              </w:rPr>
              <w:t>$1,000USD</w:t>
            </w:r>
          </w:p>
          <w:p w14:paraId="6EAFC06E" w14:textId="24F107E1" w:rsidR="00853002" w:rsidRPr="00A02A78" w:rsidRDefault="00853002" w:rsidP="00853002">
            <w:pPr>
              <w:ind w:right="480"/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                                                                                          Fee for TIC(Online): $500USD</w:t>
            </w: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884339A" w:rsidR="00E41C22" w:rsidRPr="008F326F" w:rsidRDefault="001303DF" w:rsidP="001303DF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FULL ADDRESS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032408A3" w14:textId="7C84A351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 xml:space="preserve">Please return this form to: </w:t>
      </w:r>
      <w:r w:rsidRPr="00F74AD2">
        <w:rPr>
          <w:b/>
          <w:bCs/>
          <w:iCs/>
          <w:color w:val="244061"/>
          <w:sz w:val="24"/>
          <w:szCs w:val="24"/>
          <w:lang w:val="en-US"/>
        </w:rPr>
        <w:t>Mekki Lahlou</w:t>
      </w:r>
    </w:p>
    <w:p w14:paraId="7D41153B" w14:textId="44D86D79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 xml:space="preserve">Email: </w:t>
      </w:r>
      <w:hyperlink r:id="rId12" w:history="1">
        <w:r w:rsidRPr="00F74AD2">
          <w:rPr>
            <w:rStyle w:val="Hyperlink"/>
            <w:b/>
            <w:bCs/>
            <w:iCs/>
            <w:sz w:val="24"/>
            <w:szCs w:val="24"/>
          </w:rPr>
          <w:t>mlahlou@icao.int</w:t>
        </w:r>
      </w:hyperlink>
    </w:p>
    <w:p w14:paraId="3DEC8A28" w14:textId="367CFA25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>Telephone: +1 514 954 8219 Ext: 8171</w:t>
      </w:r>
    </w:p>
    <w:p w14:paraId="00FC54B5" w14:textId="77777777" w:rsidR="00F74AD2" w:rsidRPr="00F74AD2" w:rsidRDefault="00F74AD2" w:rsidP="00F74AD2">
      <w:pPr>
        <w:tabs>
          <w:tab w:val="left" w:pos="720"/>
        </w:tabs>
        <w:jc w:val="center"/>
        <w:rPr>
          <w:b/>
          <w:bCs/>
          <w:iCs/>
          <w:color w:val="244061"/>
          <w:sz w:val="24"/>
          <w:szCs w:val="24"/>
        </w:rPr>
      </w:pPr>
      <w:r w:rsidRPr="00F74AD2">
        <w:rPr>
          <w:b/>
          <w:bCs/>
          <w:iCs/>
          <w:color w:val="244061"/>
          <w:sz w:val="24"/>
          <w:szCs w:val="24"/>
        </w:rPr>
        <w:t xml:space="preserve">Please send a copy to: </w:t>
      </w:r>
      <w:hyperlink r:id="rId13" w:history="1">
        <w:r w:rsidRPr="00F74AD2">
          <w:rPr>
            <w:rStyle w:val="Hyperlink"/>
            <w:b/>
            <w:bCs/>
            <w:iCs/>
            <w:sz w:val="24"/>
            <w:szCs w:val="24"/>
          </w:rPr>
          <w:t>Trainair@icao.int</w:t>
        </w:r>
      </w:hyperlink>
    </w:p>
    <w:p w14:paraId="6B4A4BB0" w14:textId="77777777" w:rsidR="00F74AD2" w:rsidRPr="00F74AD2" w:rsidRDefault="00F74AD2" w:rsidP="00F74AD2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</w:p>
    <w:p w14:paraId="6EAFC0A1" w14:textId="68C90725" w:rsidR="00DB3090" w:rsidRPr="00AA174E" w:rsidRDefault="00DB3090" w:rsidP="00F74AD2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</w:p>
    <w:sectPr w:rsidR="00DB3090" w:rsidRPr="00AA174E" w:rsidSect="00DB3090">
      <w:headerReference w:type="even" r:id="rId14"/>
      <w:headerReference w:type="default" r:id="rId15"/>
      <w:headerReference w:type="first" r:id="rId16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74AD2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76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3DF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002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24E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2E6A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4AD2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inair@icao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mlahlou@icao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0833C387-93E9-4446-8925-6B489E4FE91D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9</TotalTime>
  <Pages>1</Pages>
  <Words>158</Words>
  <Characters>829</Characters>
  <Application>Microsoft Office Word</Application>
  <DocSecurity>0</DocSecurity>
  <Lines>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9</cp:revision>
  <cp:lastPrinted>2012-02-27T15:45:00Z</cp:lastPrinted>
  <dcterms:created xsi:type="dcterms:W3CDTF">2014-04-03T19:53:00Z</dcterms:created>
  <dcterms:modified xsi:type="dcterms:W3CDTF">2014-09-24T15:23:00Z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