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8F326F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61218660" w:rsidR="005F3BEA" w:rsidRPr="00A02A78" w:rsidRDefault="008B6117" w:rsidP="002478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</w:p>
        </w:tc>
      </w:tr>
      <w:tr w:rsidR="005F3BEA" w:rsidRPr="00E41C22" w14:paraId="6EAFC06F" w14:textId="77777777" w:rsidTr="0091098A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F389F3E" w14:textId="07257748" w:rsidR="00E023A2" w:rsidRPr="00A02A78" w:rsidRDefault="00247898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Part 2 </w:t>
            </w:r>
          </w:p>
          <w:p w14:paraId="02292737" w14:textId="3BD0F836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Dublin, Ireland </w:t>
            </w:r>
          </w:p>
          <w:p w14:paraId="40AB9400" w14:textId="5ACF08DB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16 to 20 June 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BBCCAB4" w14:textId="7827879C" w:rsidR="00A02A78" w:rsidRPr="00A02A78" w:rsidRDefault="00A02A78" w:rsidP="00A02A78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       Duration: 1 week                                  </w:t>
            </w:r>
            <w:bookmarkStart w:id="0" w:name="_GoBack"/>
            <w:bookmarkEnd w:id="0"/>
            <w:r w:rsidRPr="00A02A78">
              <w:rPr>
                <w:b/>
                <w:color w:val="0F243E"/>
                <w:sz w:val="24"/>
                <w:szCs w:val="24"/>
              </w:rPr>
              <w:t xml:space="preserve"> Format: classroom</w:t>
            </w:r>
          </w:p>
          <w:p w14:paraId="6EAFC06E" w14:textId="77777777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14:paraId="6EAFC09C" w14:textId="77777777" w:rsidR="00306943" w:rsidRPr="00AA174E" w:rsidRDefault="00D62048" w:rsidP="00DC46AA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r w:rsidR="00306943" w:rsidRPr="00AA174E">
        <w:rPr>
          <w:b/>
          <w:bCs/>
          <w:iCs/>
          <w:color w:val="244061"/>
          <w:sz w:val="24"/>
          <w:szCs w:val="24"/>
        </w:rPr>
        <w:t xml:space="preserve">Mr. </w:t>
      </w:r>
      <w:r w:rsidR="00DC46AA">
        <w:rPr>
          <w:b/>
          <w:bCs/>
          <w:iCs/>
          <w:color w:val="244061"/>
          <w:sz w:val="24"/>
          <w:szCs w:val="24"/>
        </w:rPr>
        <w:t>Eoin Ryan</w:t>
      </w:r>
    </w:p>
    <w:p w14:paraId="6EAFC09D" w14:textId="77777777" w:rsidR="00306943" w:rsidRPr="00AA174E" w:rsidRDefault="00D62048" w:rsidP="00DC46AA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DC46AA">
        <w:rPr>
          <w:b/>
          <w:bCs/>
          <w:iCs/>
          <w:color w:val="244061"/>
          <w:sz w:val="24"/>
          <w:szCs w:val="24"/>
        </w:rPr>
        <w:t>Eoin.Ryan</w:t>
      </w:r>
      <w:r w:rsidR="00EB5187">
        <w:rPr>
          <w:b/>
          <w:bCs/>
          <w:iCs/>
          <w:color w:val="244061"/>
          <w:sz w:val="24"/>
          <w:szCs w:val="24"/>
        </w:rPr>
        <w:t>@</w:t>
      </w:r>
      <w:r w:rsidR="00DC46AA">
        <w:rPr>
          <w:b/>
          <w:bCs/>
          <w:iCs/>
          <w:color w:val="244061"/>
          <w:sz w:val="24"/>
          <w:szCs w:val="24"/>
        </w:rPr>
        <w:t>daa.ie</w:t>
      </w:r>
    </w:p>
    <w:p w14:paraId="6EAFC09E" w14:textId="77777777" w:rsidR="00AE3B69" w:rsidRPr="00AA174E" w:rsidRDefault="00D62048" w:rsidP="00EB5187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</w:p>
    <w:p w14:paraId="6EAFC09F" w14:textId="77777777"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14:paraId="6EAFC0A0" w14:textId="77777777"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1098A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21A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86E25ECF-AAEA-4C25-A3D1-F3FA7C8DFAD8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1</TotalTime>
  <Pages>1</Pages>
  <Words>102</Words>
  <Characters>540</Characters>
  <Application>Microsoft Office Word</Application>
  <DocSecurity>0</DocSecurity>
  <Lines>60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3</cp:revision>
  <cp:lastPrinted>2012-02-27T15:45:00Z</cp:lastPrinted>
  <dcterms:created xsi:type="dcterms:W3CDTF">2014-04-03T19:53:00Z</dcterms:created>
  <dcterms:modified xsi:type="dcterms:W3CDTF">2014-04-04T15:40:00Z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