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5073"/>
        <w:gridCol w:w="3318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383157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0EA08D65" w:rsidR="005F3BEA" w:rsidRPr="00A02A78" w:rsidRDefault="008B6117" w:rsidP="00EE37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  <w:r w:rsidR="00EE3798" w:rsidRPr="00EE3798">
              <w:rPr>
                <w:b/>
                <w:color w:val="0F243E"/>
                <w:sz w:val="24"/>
                <w:szCs w:val="24"/>
              </w:rPr>
              <w:t xml:space="preserve"> Part 2</w:t>
            </w:r>
          </w:p>
        </w:tc>
      </w:tr>
      <w:tr w:rsidR="005F3BEA" w:rsidRPr="00E41C22" w14:paraId="6EAFC06F" w14:textId="77777777" w:rsidTr="00383157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57553B5A" w14:textId="77777777" w:rsidR="00EC1E49" w:rsidRDefault="00EC1E49" w:rsidP="00EC1E49">
            <w:pPr>
              <w:jc w:val="center"/>
              <w:rPr>
                <w:b/>
                <w:bCs/>
                <w:color w:val="0F243E"/>
                <w:sz w:val="24"/>
                <w:szCs w:val="24"/>
                <w:lang w:val="en-CA"/>
              </w:rPr>
            </w:pPr>
            <w:r>
              <w:rPr>
                <w:b/>
                <w:bCs/>
                <w:color w:val="0F243E"/>
                <w:sz w:val="24"/>
                <w:szCs w:val="24"/>
                <w:lang w:val="en-CA"/>
              </w:rPr>
              <w:t>ATNS Aviation Training Academy</w:t>
            </w:r>
          </w:p>
          <w:p w14:paraId="07F25775" w14:textId="7BD2CF6C" w:rsidR="00C52253" w:rsidRPr="0052112D" w:rsidRDefault="00EC1E49" w:rsidP="00EC1E49">
            <w:pPr>
              <w:jc w:val="center"/>
              <w:rPr>
                <w:bCs/>
                <w:color w:val="0F243E"/>
                <w:sz w:val="24"/>
                <w:szCs w:val="24"/>
              </w:rPr>
            </w:pPr>
            <w:r w:rsidRPr="00EC1E49">
              <w:rPr>
                <w:b/>
                <w:bCs/>
                <w:color w:val="0F243E"/>
                <w:sz w:val="24"/>
                <w:szCs w:val="24"/>
                <w:lang w:val="en-CA"/>
              </w:rPr>
              <w:t>Johannesburg, South Africa</w:t>
            </w:r>
          </w:p>
          <w:tbl>
            <w:tblPr>
              <w:tblW w:w="8175" w:type="dxa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75"/>
            </w:tblGrid>
            <w:tr w:rsidR="00EE3798" w:rsidRPr="00C52253" w14:paraId="2EA69407" w14:textId="77777777" w:rsidTr="00C52253">
              <w:trPr>
                <w:trHeight w:val="82"/>
                <w:jc w:val="center"/>
              </w:trPr>
              <w:tc>
                <w:tcPr>
                  <w:tcW w:w="8175" w:type="dxa"/>
                </w:tcPr>
                <w:p w14:paraId="61770924" w14:textId="11A4B2AC" w:rsidR="00EE3798" w:rsidRPr="00C52253" w:rsidRDefault="00EE3798" w:rsidP="00C52253">
                  <w:pPr>
                    <w:rPr>
                      <w:b/>
                      <w:color w:val="0F243E"/>
                      <w:sz w:val="8"/>
                      <w:szCs w:val="8"/>
                    </w:rPr>
                  </w:pPr>
                </w:p>
              </w:tc>
            </w:tr>
          </w:tbl>
          <w:p w14:paraId="457DB0CB" w14:textId="3B649A90" w:rsidR="00C52253" w:rsidRDefault="00EC1E49" w:rsidP="00EC1E49">
            <w:pPr>
              <w:jc w:val="center"/>
              <w:rPr>
                <w:b/>
                <w:bCs/>
                <w:color w:val="0F243E"/>
                <w:sz w:val="24"/>
                <w:szCs w:val="24"/>
                <w:lang w:val="en-CA"/>
              </w:rPr>
            </w:pPr>
            <w:r w:rsidRPr="00EC1E49">
              <w:rPr>
                <w:b/>
                <w:bCs/>
                <w:color w:val="0F243E"/>
                <w:sz w:val="24"/>
                <w:szCs w:val="24"/>
                <w:lang w:val="en-CA"/>
              </w:rPr>
              <w:t>25</w:t>
            </w:r>
            <w:r w:rsidRPr="00EC1E49">
              <w:rPr>
                <w:b/>
                <w:bCs/>
                <w:color w:val="0F243E"/>
                <w:sz w:val="24"/>
                <w:szCs w:val="24"/>
                <w:vertAlign w:val="superscript"/>
                <w:lang w:val="en-CA"/>
              </w:rPr>
              <w:t>th</w:t>
            </w:r>
            <w:r w:rsidRPr="00EC1E49">
              <w:rPr>
                <w:bCs/>
                <w:color w:val="0F243E"/>
                <w:sz w:val="24"/>
                <w:szCs w:val="24"/>
                <w:lang w:val="en-CA"/>
              </w:rPr>
              <w:t xml:space="preserve"> to </w:t>
            </w:r>
            <w:r w:rsidRPr="00EC1E49">
              <w:rPr>
                <w:b/>
                <w:bCs/>
                <w:color w:val="0F243E"/>
                <w:sz w:val="24"/>
                <w:szCs w:val="24"/>
                <w:lang w:val="en-CA"/>
              </w:rPr>
              <w:t>29</w:t>
            </w:r>
            <w:r w:rsidRPr="00EC1E49">
              <w:rPr>
                <w:b/>
                <w:bCs/>
                <w:color w:val="0F243E"/>
                <w:sz w:val="24"/>
                <w:szCs w:val="24"/>
                <w:vertAlign w:val="superscript"/>
                <w:lang w:val="en-CA"/>
              </w:rPr>
              <w:t>th</w:t>
            </w:r>
            <w:r w:rsidRPr="00EC1E49">
              <w:rPr>
                <w:b/>
                <w:bCs/>
                <w:color w:val="0F243E"/>
                <w:sz w:val="24"/>
                <w:szCs w:val="24"/>
                <w:lang w:val="en-CA"/>
              </w:rPr>
              <w:t xml:space="preserve"> August 2014</w:t>
            </w:r>
          </w:p>
          <w:p w14:paraId="100B1454" w14:textId="77777777" w:rsidR="00EC1E49" w:rsidRPr="00A02A78" w:rsidRDefault="00EC1E49" w:rsidP="00EC1E49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6EAFC06E" w14:textId="2C895C98" w:rsidR="00247898" w:rsidRPr="00A02A78" w:rsidRDefault="00C52253" w:rsidP="00EC1E49">
            <w:pPr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                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>
              <w:rPr>
                <w:b/>
                <w:color w:val="0F243E"/>
                <w:sz w:val="24"/>
                <w:szCs w:val="24"/>
              </w:rPr>
              <w:t xml:space="preserve">ek           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 Format: classroom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  </w:t>
            </w:r>
            <w:r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Fee: </w:t>
            </w:r>
            <w:r w:rsidR="00EC1E49">
              <w:rPr>
                <w:b/>
                <w:color w:val="0F243E"/>
                <w:sz w:val="24"/>
                <w:szCs w:val="24"/>
              </w:rPr>
              <w:t>$1,900USD</w:t>
            </w: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1EEFFD81" w:rsidR="00AE3B69" w:rsidRDefault="008B6117" w:rsidP="00C52253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</w:p>
    <w:tbl>
      <w:tblPr>
        <w:tblpPr w:leftFromText="180" w:rightFromText="180" w:vertAnchor="text" w:horzAnchor="margin" w:tblpY="89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6"/>
      </w:tblGrid>
      <w:tr w:rsidR="00EC1E49" w:rsidRPr="00EC1E49" w14:paraId="3A8BC536" w14:textId="77777777" w:rsidTr="00C52253">
        <w:trPr>
          <w:trHeight w:val="140"/>
        </w:trPr>
        <w:tc>
          <w:tcPr>
            <w:tcW w:w="9466" w:type="dxa"/>
          </w:tcPr>
          <w:p w14:paraId="19610865" w14:textId="70C355BA" w:rsidR="00C52253" w:rsidRPr="00EC1E49" w:rsidRDefault="00C52253" w:rsidP="00EC1E49">
            <w:pPr>
              <w:tabs>
                <w:tab w:val="left" w:pos="720"/>
              </w:tabs>
              <w:rPr>
                <w:rFonts w:cs="Times New Roman"/>
                <w:iCs/>
                <w:lang w:val="en-CA"/>
              </w:rPr>
            </w:pPr>
            <w:r w:rsidRPr="00EC1E49">
              <w:rPr>
                <w:rFonts w:cs="Times New Roman"/>
                <w:b/>
                <w:bCs/>
                <w:iCs/>
              </w:rPr>
              <w:t xml:space="preserve">                                     </w:t>
            </w:r>
            <w:r w:rsidRPr="00EC1E49">
              <w:rPr>
                <w:rFonts w:cs="Times New Roman"/>
                <w:iCs/>
              </w:rPr>
              <w:t xml:space="preserve">   </w:t>
            </w:r>
            <w:r w:rsidRPr="00EC1E49">
              <w:rPr>
                <w:rFonts w:cs="Times New Roman"/>
                <w:b/>
                <w:bCs/>
                <w:iCs/>
              </w:rPr>
              <w:t xml:space="preserve"> Please return this form to:</w:t>
            </w:r>
            <w:r w:rsidRPr="00EC1E49">
              <w:rPr>
                <w:rFonts w:cs="Times New Roman"/>
                <w:iCs/>
              </w:rPr>
              <w:t xml:space="preserve"> </w:t>
            </w:r>
            <w:r w:rsidR="00EC1E49" w:rsidRPr="00EC1E49">
              <w:rPr>
                <w:rFonts w:cs="Times New Roman"/>
                <w:b/>
                <w:lang w:val="en-CA"/>
              </w:rPr>
              <w:t xml:space="preserve"> </w:t>
            </w:r>
            <w:r w:rsidR="00EC1E49" w:rsidRPr="00EC1E49">
              <w:rPr>
                <w:rFonts w:cs="Times New Roman"/>
                <w:bCs/>
                <w:iCs/>
                <w:lang w:val="en-CA"/>
              </w:rPr>
              <w:t>Ms. Nopi Linkonyane</w:t>
            </w:r>
          </w:p>
        </w:tc>
      </w:tr>
    </w:tbl>
    <w:p w14:paraId="414991B0" w14:textId="77777777" w:rsidR="00C52253" w:rsidRPr="00EC1E49" w:rsidRDefault="00C52253" w:rsidP="008F326F">
      <w:pPr>
        <w:jc w:val="center"/>
        <w:rPr>
          <w:rFonts w:cs="Times New Roman"/>
          <w:b/>
          <w:bCs/>
          <w:iCs/>
        </w:rPr>
      </w:pPr>
    </w:p>
    <w:p w14:paraId="4F5C7D67" w14:textId="1BCC484B" w:rsidR="00B40240" w:rsidRPr="00EC1E49" w:rsidRDefault="00D62048" w:rsidP="00EC1E49">
      <w:pPr>
        <w:tabs>
          <w:tab w:val="left" w:pos="2780"/>
        </w:tabs>
        <w:jc w:val="center"/>
        <w:rPr>
          <w:rFonts w:cs="Times New Roman"/>
          <w:bCs/>
        </w:rPr>
      </w:pPr>
      <w:r w:rsidRPr="00EC1E49">
        <w:rPr>
          <w:rFonts w:cs="Times New Roman"/>
          <w:b/>
          <w:bCs/>
          <w:iCs/>
        </w:rPr>
        <w:t xml:space="preserve">     </w:t>
      </w:r>
      <w:r w:rsidR="00E023A2" w:rsidRPr="00EC1E49">
        <w:rPr>
          <w:rFonts w:cs="Times New Roman"/>
          <w:b/>
          <w:bCs/>
          <w:iCs/>
        </w:rPr>
        <w:t xml:space="preserve">Email: </w:t>
      </w:r>
      <w:r w:rsidR="00EC1E49" w:rsidRPr="00EC1E49">
        <w:rPr>
          <w:rFonts w:cs="Times New Roman"/>
          <w:bCs/>
          <w:lang w:val="en-CA"/>
        </w:rPr>
        <w:t>NopiL@atns.co.za</w:t>
      </w:r>
      <w:r w:rsidR="00C52253" w:rsidRPr="00EC1E49">
        <w:rPr>
          <w:rFonts w:cs="Times New Roman"/>
          <w:bCs/>
        </w:rPr>
        <w:t xml:space="preserve">  </w:t>
      </w:r>
    </w:p>
    <w:p w14:paraId="0889591D" w14:textId="77777777" w:rsidR="00EC1E49" w:rsidRPr="00EC1E49" w:rsidRDefault="00EC1E49" w:rsidP="00EC1E49">
      <w:pPr>
        <w:tabs>
          <w:tab w:val="left" w:pos="2780"/>
        </w:tabs>
        <w:jc w:val="center"/>
        <w:rPr>
          <w:rFonts w:cs="Times New Roman"/>
          <w:bCs/>
        </w:rPr>
      </w:pPr>
    </w:p>
    <w:p w14:paraId="6EAFC0A1" w14:textId="68ECE2A3" w:rsidR="00DB3090" w:rsidRPr="00EC1E49" w:rsidRDefault="00AA174E" w:rsidP="00C52253">
      <w:pPr>
        <w:jc w:val="center"/>
        <w:rPr>
          <w:rFonts w:cs="Times New Roman"/>
          <w:b/>
          <w:bCs/>
        </w:rPr>
      </w:pPr>
      <w:r w:rsidRPr="00EC1E49">
        <w:rPr>
          <w:rFonts w:cs="Times New Roman"/>
          <w:b/>
          <w:bCs/>
        </w:rPr>
        <w:t>Please send a copy to:</w:t>
      </w:r>
      <w:r w:rsidR="00C52253" w:rsidRPr="00EC1E49">
        <w:rPr>
          <w:rFonts w:cs="Times New Roman"/>
          <w:b/>
          <w:bCs/>
        </w:rPr>
        <w:t xml:space="preserve"> </w:t>
      </w:r>
      <w:r w:rsidR="00DB3090" w:rsidRPr="00EC1E49">
        <w:rPr>
          <w:rFonts w:cs="Times New Roman"/>
        </w:rPr>
        <w:t>Trainair</w:t>
      </w:r>
      <w:r w:rsidR="005D530E" w:rsidRPr="00EC1E49">
        <w:rPr>
          <w:rFonts w:cs="Times New Roman"/>
        </w:rPr>
        <w:t>plus</w:t>
      </w:r>
      <w:r w:rsidR="00DB3090" w:rsidRPr="00EC1E49">
        <w:rPr>
          <w:rFonts w:cs="Times New Roman"/>
        </w:rPr>
        <w:t>@icao.int</w:t>
      </w:r>
    </w:p>
    <w:sectPr w:rsidR="00DB3090" w:rsidRPr="00EC1E49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024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45B3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157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112D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240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253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1A3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927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E49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798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F0894859-EBC2-45B5-A7BF-95E368EBB7E7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34</TotalTime>
  <Pages>1</Pages>
  <Words>109</Words>
  <Characters>602</Characters>
  <Application>Microsoft Office Word</Application>
  <DocSecurity>0</DocSecurity>
  <Lines>58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Haidar, Rasha</cp:lastModifiedBy>
  <cp:revision>12</cp:revision>
  <cp:lastPrinted>2012-02-27T15:45:00Z</cp:lastPrinted>
  <dcterms:created xsi:type="dcterms:W3CDTF">2014-04-03T19:53:00Z</dcterms:created>
  <dcterms:modified xsi:type="dcterms:W3CDTF">2014-05-22T13:07:00Z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