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36A960B4" w14:textId="77777777" w:rsidTr="008F326F">
        <w:trPr>
          <w:trHeight w:val="60"/>
        </w:trPr>
        <w:tc>
          <w:tcPr>
            <w:tcW w:w="236" w:type="dxa"/>
            <w:vMerge w:val="restart"/>
          </w:tcPr>
          <w:p w14:paraId="36A960B1" w14:textId="77777777" w:rsidR="004869B4" w:rsidRPr="00E41C22" w:rsidRDefault="004869B4" w:rsidP="001C7C76"/>
        </w:tc>
        <w:tc>
          <w:tcPr>
            <w:tcW w:w="4746" w:type="dxa"/>
          </w:tcPr>
          <w:p w14:paraId="36A960B2" w14:textId="77777777"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36A960F3" wp14:editId="36A960F4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14:paraId="36A960B3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36A960B7" w14:textId="77777777" w:rsidTr="008F326F">
        <w:trPr>
          <w:trHeight w:val="207"/>
        </w:trPr>
        <w:tc>
          <w:tcPr>
            <w:tcW w:w="236" w:type="dxa"/>
            <w:vMerge/>
          </w:tcPr>
          <w:p w14:paraId="36A960B5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6A960B6" w14:textId="77777777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36A960BB" w14:textId="77777777" w:rsidTr="008F326F">
        <w:tc>
          <w:tcPr>
            <w:tcW w:w="236" w:type="dxa"/>
            <w:vMerge/>
          </w:tcPr>
          <w:p w14:paraId="36A960B8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6A960B9" w14:textId="77777777"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14:paraId="36A960BA" w14:textId="77777777"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14:paraId="36A960C0" w14:textId="77777777" w:rsidTr="008F326F">
        <w:tc>
          <w:tcPr>
            <w:tcW w:w="236" w:type="dxa"/>
            <w:vMerge/>
          </w:tcPr>
          <w:p w14:paraId="36A960BC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83AADBB" w14:textId="65C22129" w:rsidR="004E1A33" w:rsidRDefault="00A65533" w:rsidP="004E1A33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20 to 31</w:t>
            </w:r>
            <w:r w:rsidR="004E1A33" w:rsidRPr="004E1A33">
              <w:rPr>
                <w:b/>
                <w:color w:val="0F243E"/>
                <w:sz w:val="28"/>
                <w:szCs w:val="28"/>
              </w:rPr>
              <w:t xml:space="preserve"> October 2014 </w:t>
            </w:r>
          </w:p>
          <w:p w14:paraId="36A960BE" w14:textId="3E27BADF" w:rsidR="00D62048" w:rsidRDefault="00E023A2" w:rsidP="004E1A33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ICAO Headquarters</w:t>
            </w:r>
          </w:p>
          <w:p w14:paraId="36A960BF" w14:textId="77777777"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Montreal, Canada</w:t>
            </w:r>
          </w:p>
        </w:tc>
      </w:tr>
      <w:tr w:rsidR="005F3BEA" w:rsidRPr="00E41C22" w14:paraId="36A960C3" w14:textId="77777777" w:rsidTr="008F326F">
        <w:trPr>
          <w:trHeight w:val="60"/>
        </w:trPr>
        <w:tc>
          <w:tcPr>
            <w:tcW w:w="236" w:type="dxa"/>
            <w:vMerge/>
          </w:tcPr>
          <w:p w14:paraId="36A960C1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36A960C2" w14:textId="77777777" w:rsidR="005F3BEA" w:rsidRPr="00455E95" w:rsidRDefault="005F3BEA" w:rsidP="007601EF"/>
        </w:tc>
      </w:tr>
      <w:tr w:rsidR="005F3BEA" w:rsidRPr="00E41C22" w14:paraId="36A960C6" w14:textId="77777777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14:paraId="36A960C4" w14:textId="77777777"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14:paraId="36A960C5" w14:textId="77777777" w:rsidR="005F3BEA" w:rsidRPr="00E41C22" w:rsidRDefault="005F3BEA" w:rsidP="001C7C76"/>
        </w:tc>
      </w:tr>
    </w:tbl>
    <w:p w14:paraId="36A960C7" w14:textId="77777777" w:rsidR="004869B4" w:rsidRPr="00E41C22" w:rsidRDefault="004869B4" w:rsidP="004869B4"/>
    <w:p w14:paraId="36A960C8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36A960C9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14:paraId="36A960CD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C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14:paraId="36A960CB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14:paraId="36A960CC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6A960D1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C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14:paraId="36A960CF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14:paraId="36A960D0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6A960D5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D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14:paraId="36A960D3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14:paraId="36A960D4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6A960D9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D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14:paraId="36A960D7" w14:textId="105D0ECB" w:rsidR="00E41C22" w:rsidRPr="008F326F" w:rsidRDefault="00901C4A" w:rsidP="00901C4A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FULL ADDRESS</w:t>
            </w:r>
          </w:p>
        </w:tc>
        <w:tc>
          <w:tcPr>
            <w:tcW w:w="6948" w:type="dxa"/>
            <w:vAlign w:val="center"/>
          </w:tcPr>
          <w:p w14:paraId="36A960D8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36A960DD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D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14:paraId="36A960DB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14:paraId="36A960DC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41C22" w:rsidRPr="004B2B95" w14:paraId="36A960E1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DE" w14:textId="77777777"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14:paraId="36A960DF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14:paraId="36A960E0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36A960E5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E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14:paraId="36A960E3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14:paraId="36A960E4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36A960E9" w14:textId="77777777" w:rsidTr="004B2B95">
        <w:trPr>
          <w:cantSplit/>
          <w:trHeight w:val="864"/>
        </w:trPr>
        <w:tc>
          <w:tcPr>
            <w:tcW w:w="468" w:type="dxa"/>
            <w:vAlign w:val="center"/>
          </w:tcPr>
          <w:p w14:paraId="36A960E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14:paraId="36A960E7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14:paraId="36A960E8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6A960EA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36A960EB" w14:textId="77777777" w:rsidR="00AE3B69" w:rsidRPr="008B6117" w:rsidRDefault="00AE3B69" w:rsidP="008E6685">
      <w:pPr>
        <w:jc w:val="center"/>
        <w:rPr>
          <w:color w:val="0F243E"/>
        </w:rPr>
      </w:pPr>
    </w:p>
    <w:p w14:paraId="36A960EC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36A960ED" w14:textId="77777777" w:rsidR="00306943" w:rsidRPr="00AA174E" w:rsidRDefault="00D62048" w:rsidP="00E023A2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E023A2">
        <w:rPr>
          <w:b/>
          <w:bCs/>
          <w:iCs/>
          <w:color w:val="244061"/>
          <w:sz w:val="24"/>
          <w:szCs w:val="24"/>
        </w:rPr>
        <w:t>Mekki Lahlou</w:t>
      </w:r>
    </w:p>
    <w:p w14:paraId="36A960EE" w14:textId="77777777" w:rsidR="00D32371" w:rsidRPr="00AA174E" w:rsidRDefault="00D62048" w:rsidP="00D32371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="00D32371" w:rsidRPr="001C6B5D">
          <w:rPr>
            <w:rStyle w:val="Hyperlink"/>
            <w:b/>
            <w:bCs/>
            <w:iCs/>
            <w:sz w:val="24"/>
            <w:szCs w:val="24"/>
          </w:rPr>
          <w:t>mlahlou@icao.int</w:t>
        </w:r>
      </w:hyperlink>
    </w:p>
    <w:p w14:paraId="36A960EF" w14:textId="77777777" w:rsidR="00AE3B69" w:rsidRPr="00AA174E" w:rsidRDefault="00D62048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8B6117" w:rsidRPr="00AA174E">
        <w:rPr>
          <w:b/>
          <w:bCs/>
          <w:iCs/>
          <w:color w:val="244061"/>
          <w:sz w:val="24"/>
          <w:szCs w:val="24"/>
        </w:rPr>
        <w:t xml:space="preserve">Tel: </w:t>
      </w:r>
      <w:r w:rsidR="00DB3090" w:rsidRPr="00AA174E">
        <w:rPr>
          <w:b/>
          <w:bCs/>
          <w:color w:val="244061"/>
          <w:sz w:val="24"/>
          <w:szCs w:val="24"/>
        </w:rPr>
        <w:t>: +</w:t>
      </w:r>
      <w:r w:rsidR="00E023A2">
        <w:rPr>
          <w:b/>
          <w:bCs/>
          <w:color w:val="244061"/>
          <w:sz w:val="24"/>
          <w:szCs w:val="24"/>
        </w:rPr>
        <w:t>1 514 954 8219</w:t>
      </w:r>
      <w:r w:rsidR="002B3927">
        <w:rPr>
          <w:b/>
          <w:bCs/>
          <w:color w:val="244061"/>
          <w:sz w:val="24"/>
          <w:szCs w:val="24"/>
        </w:rPr>
        <w:t xml:space="preserve"> ext. 8171</w:t>
      </w:r>
    </w:p>
    <w:p w14:paraId="36A960F0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36A960F1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36A960F2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Trainair@icao.int</w:t>
      </w:r>
    </w:p>
    <w:sectPr w:rsidR="00DB3090" w:rsidRPr="00AA174E" w:rsidSect="00DB3090">
      <w:headerReference w:type="even" r:id="rId13"/>
      <w:headerReference w:type="default" r:id="rId14"/>
      <w:headerReference w:type="first" r:id="rId15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960F7" w14:textId="77777777" w:rsidR="00E860E8" w:rsidRDefault="00E860E8">
      <w:r>
        <w:separator/>
      </w:r>
    </w:p>
  </w:endnote>
  <w:endnote w:type="continuationSeparator" w:id="0">
    <w:p w14:paraId="36A960F8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960F5" w14:textId="77777777" w:rsidR="00E860E8" w:rsidRDefault="00E860E8">
      <w:r>
        <w:separator/>
      </w:r>
    </w:p>
  </w:footnote>
  <w:footnote w:type="continuationSeparator" w:id="0">
    <w:p w14:paraId="36A960F6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960F9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960FA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36A960FB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6A960FC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960FD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33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C4A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533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50F4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371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0F6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6F3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36A960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lahlou@icao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38E64FD9-B7F4-4B96-AAA1-D515E646C0BB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2</TotalTime>
  <Pages>1</Pages>
  <Words>98</Words>
  <Characters>507</Characters>
  <Application>Microsoft Office Word</Application>
  <DocSecurity>0</DocSecurity>
  <Lines>54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11</cp:revision>
  <cp:lastPrinted>2012-02-27T15:45:00Z</cp:lastPrinted>
  <dcterms:created xsi:type="dcterms:W3CDTF">2013-08-29T18:56:00Z</dcterms:created>
  <dcterms:modified xsi:type="dcterms:W3CDTF">2014-09-24T15:22:00Z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