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52528F89" w:rsidR="004869B4" w:rsidRPr="00E41C22" w:rsidRDefault="00247898" w:rsidP="001C7C76">
            <w:r>
              <w:rPr>
                <w:noProof/>
                <w:lang w:val="en-CA" w:eastAsia="zh-CN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4348CB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61218660" w:rsidR="005F3BEA" w:rsidRPr="00A02A78" w:rsidRDefault="008B6117" w:rsidP="002478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</w:p>
        </w:tc>
      </w:tr>
      <w:tr w:rsidR="005F3BEA" w:rsidRPr="00E41C22" w14:paraId="6EAFC06F" w14:textId="77777777" w:rsidTr="004348CB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  <w:shd w:val="clear" w:color="auto" w:fill="auto"/>
          </w:tcPr>
          <w:p w14:paraId="6F389F3E" w14:textId="07257748" w:rsidR="00E023A2" w:rsidRPr="00A02A78" w:rsidRDefault="00247898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Part 2 </w:t>
            </w:r>
          </w:p>
          <w:p w14:paraId="1A498CD0" w14:textId="12ABB6EC" w:rsidR="002C5005" w:rsidRDefault="002C5005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proofErr w:type="spellStart"/>
            <w:r>
              <w:rPr>
                <w:b/>
                <w:color w:val="0F243E"/>
                <w:sz w:val="24"/>
                <w:szCs w:val="24"/>
              </w:rPr>
              <w:t>Tahran</w:t>
            </w:r>
            <w:proofErr w:type="spellEnd"/>
            <w:r>
              <w:rPr>
                <w:b/>
                <w:color w:val="0F243E"/>
                <w:sz w:val="24"/>
                <w:szCs w:val="24"/>
              </w:rPr>
              <w:t>, Iran</w:t>
            </w:r>
          </w:p>
          <w:p w14:paraId="40AB9400" w14:textId="657C846C" w:rsidR="00247898" w:rsidRPr="00A02A78" w:rsidRDefault="00EF602B" w:rsidP="009F0F15">
            <w:pPr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10 - </w:t>
            </w:r>
            <w:r w:rsidR="009F0F15" w:rsidRPr="009F0F15">
              <w:rPr>
                <w:b/>
                <w:color w:val="0F243E"/>
                <w:sz w:val="24"/>
                <w:szCs w:val="24"/>
              </w:rPr>
              <w:t>14 Jan</w:t>
            </w:r>
            <w:r>
              <w:rPr>
                <w:b/>
                <w:color w:val="0F243E"/>
                <w:sz w:val="24"/>
                <w:szCs w:val="24"/>
              </w:rPr>
              <w:t>uary</w:t>
            </w:r>
            <w:r w:rsidR="009F0F15" w:rsidRPr="009F0F15">
              <w:rPr>
                <w:b/>
                <w:color w:val="0F243E"/>
                <w:sz w:val="24"/>
                <w:szCs w:val="24"/>
              </w:rPr>
              <w:t xml:space="preserve"> 2015</w:t>
            </w:r>
          </w:p>
          <w:p w14:paraId="4BF832AC" w14:textId="77777777" w:rsidR="00A02A78" w:rsidRPr="00A02A78" w:rsidRDefault="00A02A7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6EAFC06E" w14:textId="12DCE010" w:rsidR="00247898" w:rsidRPr="00A02A78" w:rsidRDefault="00A02A78" w:rsidP="002C5005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ek            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Format: classroom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      Fee: </w:t>
            </w:r>
            <w:r w:rsidR="009F0F15">
              <w:rPr>
                <w:b/>
                <w:color w:val="0F243E"/>
                <w:sz w:val="24"/>
                <w:szCs w:val="24"/>
              </w:rPr>
              <w:t>$12</w:t>
            </w:r>
            <w:r w:rsidR="002C5005">
              <w:rPr>
                <w:b/>
                <w:color w:val="0F243E"/>
                <w:sz w:val="24"/>
                <w:szCs w:val="24"/>
              </w:rPr>
              <w:t>00USD</w:t>
            </w:r>
          </w:p>
        </w:tc>
      </w:tr>
    </w:tbl>
    <w:p w14:paraId="7389179A" w14:textId="77777777" w:rsidR="004348CB" w:rsidRDefault="004348CB" w:rsidP="00F935F5">
      <w:pPr>
        <w:ind w:left="2160" w:firstLine="720"/>
        <w:rPr>
          <w:b/>
          <w:color w:val="0F243E"/>
          <w:sz w:val="28"/>
          <w:szCs w:val="28"/>
        </w:rPr>
      </w:pPr>
    </w:p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77777777"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14:paraId="6EAFC09C" w14:textId="4A0D24F1" w:rsidR="00306943" w:rsidRPr="00AA174E" w:rsidRDefault="00D62048" w:rsidP="004348CB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r w:rsidR="00306943" w:rsidRPr="00AA174E">
        <w:rPr>
          <w:b/>
          <w:bCs/>
          <w:iCs/>
          <w:color w:val="244061"/>
          <w:sz w:val="24"/>
          <w:szCs w:val="24"/>
        </w:rPr>
        <w:t xml:space="preserve">Mr. </w:t>
      </w:r>
      <w:r w:rsidR="004348CB" w:rsidRPr="004348CB">
        <w:rPr>
          <w:b/>
          <w:bCs/>
          <w:iCs/>
          <w:color w:val="244061"/>
          <w:sz w:val="24"/>
          <w:szCs w:val="24"/>
        </w:rPr>
        <w:t xml:space="preserve">Ismael </w:t>
      </w:r>
      <w:proofErr w:type="spellStart"/>
      <w:r w:rsidR="004348CB" w:rsidRPr="004348CB">
        <w:rPr>
          <w:b/>
          <w:bCs/>
          <w:iCs/>
          <w:color w:val="244061"/>
          <w:sz w:val="24"/>
          <w:szCs w:val="24"/>
        </w:rPr>
        <w:t>Faraji</w:t>
      </w:r>
      <w:proofErr w:type="spellEnd"/>
    </w:p>
    <w:p w14:paraId="6EAFC09E" w14:textId="6335ADDD" w:rsidR="00AE3B69" w:rsidRPr="00AA174E" w:rsidRDefault="00D62048" w:rsidP="00F560CE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</w:t>
      </w:r>
      <w:r w:rsidR="00F560CE">
        <w:rPr>
          <w:b/>
          <w:bCs/>
          <w:iCs/>
          <w:color w:val="244061"/>
          <w:sz w:val="24"/>
          <w:szCs w:val="24"/>
        </w:rPr>
        <w:t xml:space="preserve">   </w:t>
      </w:r>
      <w:r w:rsidRPr="00AA174E">
        <w:rPr>
          <w:b/>
          <w:bCs/>
          <w:iCs/>
          <w:color w:val="244061"/>
          <w:sz w:val="24"/>
          <w:szCs w:val="24"/>
        </w:rPr>
        <w:t xml:space="preserve">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hyperlink r:id="rId12" w:history="1">
        <w:r w:rsidR="00F560CE" w:rsidRPr="00D0798B">
          <w:rPr>
            <w:rStyle w:val="Hyperlink"/>
            <w:b/>
            <w:bCs/>
            <w:iCs/>
            <w:sz w:val="24"/>
            <w:szCs w:val="24"/>
            <w:lang w:val="en-US"/>
          </w:rPr>
          <w:t>Faraji@catc.ac.ir</w:t>
        </w:r>
      </w:hyperlink>
      <w:r w:rsidR="00F560CE">
        <w:rPr>
          <w:b/>
          <w:bCs/>
          <w:iCs/>
          <w:color w:val="244061"/>
          <w:sz w:val="24"/>
          <w:szCs w:val="24"/>
        </w:rPr>
        <w:t xml:space="preserve"> </w:t>
      </w:r>
    </w:p>
    <w:p w14:paraId="6EAFC09F" w14:textId="77777777"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14:paraId="6EAFC0A0" w14:textId="1D5BD9BE" w:rsidR="00DB3090" w:rsidRPr="00AA174E" w:rsidRDefault="00F560CE" w:rsidP="00D62048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</w:t>
      </w:r>
      <w:r w:rsidR="00AA174E" w:rsidRPr="00AA174E">
        <w:rPr>
          <w:b/>
          <w:bCs/>
          <w:color w:val="244061"/>
          <w:sz w:val="24"/>
          <w:szCs w:val="24"/>
        </w:rPr>
        <w:t>Please send a copy to:</w:t>
      </w:r>
    </w:p>
    <w:p w14:paraId="6EAFC0A1" w14:textId="67BD1B6C" w:rsidR="00DB3090" w:rsidRPr="00AA174E" w:rsidRDefault="00F560CE" w:rsidP="00D62048">
      <w:pPr>
        <w:jc w:val="center"/>
        <w:rPr>
          <w:b/>
          <w:bCs/>
          <w:i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</w:t>
      </w:r>
      <w:bookmarkStart w:id="0" w:name="_GoBack"/>
      <w:bookmarkEnd w:id="0"/>
      <w:r w:rsidR="00DB3090" w:rsidRPr="00AA174E">
        <w:rPr>
          <w:b/>
          <w:bCs/>
          <w:color w:val="244061"/>
          <w:sz w:val="24"/>
          <w:szCs w:val="24"/>
        </w:rPr>
        <w:t xml:space="preserve"> </w:t>
      </w:r>
      <w:hyperlink r:id="rId13" w:history="1">
        <w:r w:rsidRPr="00D0798B">
          <w:rPr>
            <w:rStyle w:val="Hyperlink"/>
            <w:b/>
            <w:bCs/>
            <w:sz w:val="24"/>
            <w:szCs w:val="24"/>
          </w:rPr>
          <w:t>Trainairplus@icao.int</w:t>
        </w:r>
      </w:hyperlink>
      <w:r>
        <w:rPr>
          <w:b/>
          <w:bCs/>
          <w:iCs/>
          <w:color w:val="244061"/>
          <w:sz w:val="24"/>
          <w:szCs w:val="24"/>
        </w:rPr>
        <w:t xml:space="preserve"> </w:t>
      </w:r>
    </w:p>
    <w:sectPr w:rsidR="00DB3090" w:rsidRPr="00AA174E" w:rsidSect="00DB3090">
      <w:headerReference w:type="even" r:id="rId14"/>
      <w:headerReference w:type="default" r:id="rId15"/>
      <w:headerReference w:type="first" r:id="rId16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96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005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8CB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0F15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AB3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02B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0CE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Trainairplus@icao.int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Faraji@catc.ac.ir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image" Target="media/image1.jpeg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A4ED6161-8807-401D-ADA9-463D6B73A9E4}"/>
</file>

<file path=docProps/app.xml><?xml version="1.0" encoding="utf-8"?>
<Properties xmlns="http://schemas.openxmlformats.org/officeDocument/2006/extended-properties" xmlns:vt="http://schemas.openxmlformats.org/officeDocument/2006/docPropsVTypes">
  <Template>ICAONACCRegistrationFormENG.dot</Template>
  <TotalTime>11</TotalTime>
  <Pages>1</Pages>
  <Words>104</Words>
  <Characters>556</Characters>
  <Application>Microsoft Office Word</Application>
  <DocSecurity>0</DocSecurity>
  <Lines>59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Deborah Guerra</dc:creator>
  <cp:lastModifiedBy>Haidar, Rasha</cp:lastModifiedBy>
  <cp:revision>9</cp:revision>
  <cp:lastPrinted>2012-02-27T15:45:00Z</cp:lastPrinted>
  <dcterms:created xsi:type="dcterms:W3CDTF">2014-04-03T19:53:00Z</dcterms:created>
  <dcterms:modified xsi:type="dcterms:W3CDTF">2014-08-28T18:05:00Z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