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74A" w:rsidRPr="00757253" w:rsidRDefault="00DC274A" w:rsidP="00DC274A">
      <w:pPr>
        <w:jc w:val="center"/>
        <w:rPr>
          <w:b/>
          <w:lang w:val="es-PE" w:bidi="ar-DZ"/>
        </w:rPr>
      </w:pPr>
      <w:r w:rsidRPr="007D0FC7">
        <w:rPr>
          <w:b/>
          <w:lang w:val="es-PE" w:bidi="ar-DZ"/>
        </w:rPr>
        <w:t>ORGANIZACIÓN DE AVIACIÓN CIVIL INTERNACIONAL</w:t>
      </w:r>
      <w:r w:rsidRPr="00757253">
        <w:rPr>
          <w:b/>
          <w:lang w:val="es-PE" w:bidi="ar-DZ"/>
        </w:rPr>
        <w:t xml:space="preserve"> </w:t>
      </w:r>
    </w:p>
    <w:p w:rsidR="00DC274A" w:rsidRPr="00067D44" w:rsidRDefault="00DC274A" w:rsidP="00DC274A">
      <w:pPr>
        <w:jc w:val="center"/>
        <w:rPr>
          <w:b/>
          <w:lang w:val="es-PE" w:bidi="ar-DZ"/>
        </w:rPr>
      </w:pPr>
      <w:r w:rsidRPr="00067D44">
        <w:rPr>
          <w:b/>
          <w:lang w:val="es-PE" w:bidi="ar-DZ"/>
        </w:rPr>
        <w:t>INTERNATIONAL CIVIL AVIATION ORGANIZATION</w:t>
      </w:r>
    </w:p>
    <w:p w:rsidR="00DC274A" w:rsidRPr="00067D44" w:rsidRDefault="00DC274A" w:rsidP="00DC274A">
      <w:pPr>
        <w:tabs>
          <w:tab w:val="left" w:pos="335"/>
          <w:tab w:val="left" w:pos="1828"/>
          <w:tab w:val="left" w:pos="2160"/>
        </w:tabs>
        <w:ind w:left="335"/>
        <w:jc w:val="center"/>
        <w:rPr>
          <w:b/>
          <w:sz w:val="16"/>
          <w:szCs w:val="16"/>
          <w:lang w:val="es-PE"/>
        </w:rPr>
      </w:pPr>
    </w:p>
    <w:p w:rsidR="00DC274A" w:rsidRDefault="00DC274A" w:rsidP="00DC274A">
      <w:pPr>
        <w:tabs>
          <w:tab w:val="left" w:pos="335"/>
          <w:tab w:val="left" w:pos="1828"/>
          <w:tab w:val="left" w:pos="2160"/>
        </w:tabs>
        <w:ind w:left="335"/>
        <w:jc w:val="center"/>
        <w:rPr>
          <w:b/>
        </w:rPr>
      </w:pPr>
      <w:r>
        <w:rPr>
          <w:b/>
        </w:rPr>
        <w:t>SPECIAL IMPLEMENTATION PROJECT (SIP)</w:t>
      </w:r>
    </w:p>
    <w:p w:rsidR="00DC274A" w:rsidRDefault="00DC274A" w:rsidP="00DC274A">
      <w:pPr>
        <w:tabs>
          <w:tab w:val="left" w:pos="335"/>
          <w:tab w:val="left" w:pos="1828"/>
          <w:tab w:val="left" w:pos="2160"/>
        </w:tabs>
        <w:ind w:left="335"/>
        <w:jc w:val="center"/>
        <w:rPr>
          <w:b/>
        </w:rPr>
      </w:pPr>
      <w:r>
        <w:rPr>
          <w:b/>
        </w:rPr>
        <w:t xml:space="preserve">WORKSHOP ON </w:t>
      </w:r>
      <w:r w:rsidRPr="003E0200">
        <w:rPr>
          <w:b/>
        </w:rPr>
        <w:t xml:space="preserve">PREPARATIONS FOR </w:t>
      </w:r>
      <w:r w:rsidRPr="003E0200">
        <w:rPr>
          <w:b/>
          <w:bCs/>
        </w:rPr>
        <w:t>AN</w:t>
      </w:r>
      <w:r w:rsidRPr="003E0200">
        <w:rPr>
          <w:b/>
          <w:bCs/>
        </w:rPr>
        <w:noBreakHyphen/>
        <w:t xml:space="preserve">CONF/12 </w:t>
      </w:r>
      <w:proofErr w:type="gramStart"/>
      <w:r w:rsidRPr="003E0200">
        <w:rPr>
          <w:b/>
        </w:rPr>
        <w:t>−  ASBU</w:t>
      </w:r>
      <w:proofErr w:type="gramEnd"/>
      <w:r w:rsidRPr="003E0200">
        <w:rPr>
          <w:b/>
        </w:rPr>
        <w:t xml:space="preserve"> METHODOLOGY</w:t>
      </w:r>
      <w:r>
        <w:rPr>
          <w:b/>
        </w:rPr>
        <w:t>,</w:t>
      </w:r>
      <w:r w:rsidRPr="003E0200">
        <w:rPr>
          <w:b/>
        </w:rPr>
        <w:t xml:space="preserve"> AND USE OF </w:t>
      </w:r>
      <w:r>
        <w:rPr>
          <w:b/>
        </w:rPr>
        <w:t xml:space="preserve">THE </w:t>
      </w:r>
      <w:r w:rsidRPr="003E0200">
        <w:rPr>
          <w:b/>
        </w:rPr>
        <w:t>IFSET TOOL“</w:t>
      </w:r>
      <w:r>
        <w:rPr>
          <w:b/>
        </w:rPr>
        <w:t xml:space="preserve"> </w:t>
      </w:r>
    </w:p>
    <w:p w:rsidR="00DC274A" w:rsidRPr="000E28A9" w:rsidRDefault="00DC274A" w:rsidP="00DC274A">
      <w:pPr>
        <w:pStyle w:val="Title"/>
        <w:rPr>
          <w:sz w:val="16"/>
          <w:szCs w:val="16"/>
          <w:lang w:val="en-US" w:bidi="ar-DZ"/>
        </w:rPr>
      </w:pPr>
    </w:p>
    <w:p w:rsidR="00DC274A" w:rsidRPr="00B1747D" w:rsidRDefault="00DC274A" w:rsidP="00DC274A">
      <w:pPr>
        <w:tabs>
          <w:tab w:val="left" w:pos="1828"/>
          <w:tab w:val="left" w:pos="1980"/>
        </w:tabs>
        <w:jc w:val="center"/>
        <w:rPr>
          <w:b/>
          <w:lang w:val="es-MX"/>
        </w:rPr>
      </w:pPr>
      <w:r w:rsidRPr="00B1747D">
        <w:rPr>
          <w:b/>
          <w:lang w:val="es-MX"/>
        </w:rPr>
        <w:t>PROYECTO ESPECIAL DE IMPLEMENTACION (SIP)</w:t>
      </w:r>
    </w:p>
    <w:p w:rsidR="00DC274A" w:rsidRDefault="00DC274A" w:rsidP="00DC274A">
      <w:pPr>
        <w:tabs>
          <w:tab w:val="left" w:pos="335"/>
          <w:tab w:val="left" w:pos="1828"/>
          <w:tab w:val="left" w:pos="2160"/>
        </w:tabs>
        <w:ind w:left="335"/>
        <w:jc w:val="center"/>
        <w:rPr>
          <w:b/>
          <w:lang w:val="es-MX"/>
        </w:rPr>
      </w:pPr>
      <w:r w:rsidRPr="00B1747D">
        <w:rPr>
          <w:b/>
          <w:lang w:val="es-MX"/>
        </w:rPr>
        <w:t>TALLER REGIONAL SOBRE “PREPARATIVOS PARA LA AN-CONF/12 – METODOLOGÍA ASBU</w:t>
      </w:r>
      <w:r>
        <w:rPr>
          <w:b/>
          <w:lang w:val="es-MX"/>
        </w:rPr>
        <w:t xml:space="preserve"> Y USO DE LA HERRAMIENTA IFSET”</w:t>
      </w:r>
    </w:p>
    <w:p w:rsidR="00DC274A" w:rsidRPr="000E28A9" w:rsidRDefault="00DC274A" w:rsidP="00DC274A">
      <w:pPr>
        <w:tabs>
          <w:tab w:val="left" w:pos="335"/>
          <w:tab w:val="left" w:pos="1828"/>
          <w:tab w:val="left" w:pos="2160"/>
        </w:tabs>
        <w:ind w:left="335"/>
        <w:jc w:val="center"/>
        <w:rPr>
          <w:b/>
          <w:sz w:val="16"/>
          <w:szCs w:val="16"/>
          <w:lang w:val="es-MX"/>
        </w:rPr>
      </w:pPr>
    </w:p>
    <w:p w:rsidR="00DC274A" w:rsidRPr="00973B0D" w:rsidRDefault="00DC274A" w:rsidP="00DC274A">
      <w:pPr>
        <w:tabs>
          <w:tab w:val="left" w:pos="335"/>
          <w:tab w:val="left" w:pos="1828"/>
          <w:tab w:val="left" w:pos="2160"/>
        </w:tabs>
        <w:ind w:left="335"/>
        <w:jc w:val="center"/>
        <w:rPr>
          <w:lang w:val="es-MX"/>
        </w:rPr>
      </w:pPr>
      <w:r w:rsidRPr="00DE3F0C">
        <w:rPr>
          <w:b/>
          <w:lang w:val="es-PE"/>
        </w:rPr>
        <w:t>(</w:t>
      </w:r>
      <w:r w:rsidRPr="00DE3F0C">
        <w:rPr>
          <w:lang w:val="es-PE"/>
        </w:rPr>
        <w:t xml:space="preserve">Lima, Peru, 16 </w:t>
      </w:r>
      <w:proofErr w:type="spellStart"/>
      <w:r w:rsidRPr="00DE3F0C">
        <w:rPr>
          <w:lang w:val="es-PE"/>
        </w:rPr>
        <w:t>to</w:t>
      </w:r>
      <w:proofErr w:type="spellEnd"/>
      <w:r w:rsidRPr="00DE3F0C">
        <w:rPr>
          <w:lang w:val="es-PE"/>
        </w:rPr>
        <w:t xml:space="preserve"> 20 </w:t>
      </w:r>
      <w:proofErr w:type="spellStart"/>
      <w:r w:rsidRPr="00DE3F0C">
        <w:rPr>
          <w:lang w:val="es-PE"/>
        </w:rPr>
        <w:t>April</w:t>
      </w:r>
      <w:proofErr w:type="spellEnd"/>
      <w:r w:rsidRPr="00DE3F0C">
        <w:rPr>
          <w:lang w:val="es-PE"/>
        </w:rPr>
        <w:t xml:space="preserve"> 2012) / </w:t>
      </w:r>
      <w:r w:rsidRPr="00973B0D">
        <w:rPr>
          <w:lang w:val="es-MX"/>
        </w:rPr>
        <w:t xml:space="preserve">(Lima, </w:t>
      </w:r>
      <w:r w:rsidR="00690761">
        <w:rPr>
          <w:lang w:val="es-MX"/>
        </w:rPr>
        <w:t xml:space="preserve">Peru, </w:t>
      </w:r>
      <w:bookmarkStart w:id="0" w:name="_GoBack"/>
      <w:bookmarkEnd w:id="0"/>
      <w:r w:rsidRPr="00973B0D">
        <w:rPr>
          <w:lang w:val="es-MX"/>
        </w:rPr>
        <w:t>16 al 20 de abril de 2012)</w:t>
      </w:r>
    </w:p>
    <w:p w:rsidR="002C3A15" w:rsidRPr="00DC274A" w:rsidRDefault="002C3A15" w:rsidP="002C3A15">
      <w:pPr>
        <w:rPr>
          <w:rFonts w:ascii="Times New Roman Bold" w:hAnsi="Times New Roman Bold"/>
          <w:lang w:val="es-MX" w:bidi="ar-DZ"/>
        </w:rPr>
      </w:pPr>
    </w:p>
    <w:p w:rsidR="002C3A15" w:rsidRPr="007D0FC7" w:rsidRDefault="002C3A15" w:rsidP="002C3A15">
      <w:pPr>
        <w:pStyle w:val="BodyText2"/>
        <w:tabs>
          <w:tab w:val="left" w:pos="720"/>
        </w:tabs>
        <w:jc w:val="center"/>
        <w:rPr>
          <w:b/>
          <w:lang w:val="es-PE" w:bidi="ar-DZ"/>
        </w:rPr>
      </w:pPr>
      <w:r w:rsidRPr="007D0FC7">
        <w:rPr>
          <w:b/>
          <w:lang w:val="es-PE" w:bidi="ar-DZ"/>
        </w:rPr>
        <w:t>FORMULARIO DE REGISTRO / REGISTRATION FORM</w:t>
      </w:r>
    </w:p>
    <w:p w:rsidR="002C3A15" w:rsidRPr="00AB1FBA" w:rsidRDefault="002C3A15" w:rsidP="00502A93">
      <w:pPr>
        <w:pStyle w:val="BodyText2"/>
        <w:tabs>
          <w:tab w:val="left" w:pos="720"/>
        </w:tabs>
        <w:spacing w:after="0" w:line="240" w:lineRule="auto"/>
        <w:jc w:val="center"/>
        <w:rPr>
          <w:b/>
          <w:lang w:val="es-PE" w:bidi="ar-DZ"/>
        </w:rPr>
      </w:pP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"/>
        <w:gridCol w:w="681"/>
        <w:gridCol w:w="1235"/>
        <w:gridCol w:w="50"/>
        <w:gridCol w:w="161"/>
        <w:gridCol w:w="236"/>
        <w:gridCol w:w="678"/>
        <w:gridCol w:w="401"/>
        <w:gridCol w:w="229"/>
        <w:gridCol w:w="41"/>
        <w:gridCol w:w="994"/>
        <w:gridCol w:w="229"/>
        <w:gridCol w:w="131"/>
        <w:gridCol w:w="747"/>
        <w:gridCol w:w="111"/>
        <w:gridCol w:w="131"/>
        <w:gridCol w:w="49"/>
        <w:gridCol w:w="187"/>
        <w:gridCol w:w="218"/>
        <w:gridCol w:w="895"/>
        <w:gridCol w:w="153"/>
        <w:gridCol w:w="188"/>
        <w:gridCol w:w="1244"/>
      </w:tblGrid>
      <w:tr w:rsidR="002C3A15" w:rsidRPr="000D6A3E">
        <w:trPr>
          <w:cantSplit/>
          <w:jc w:val="center"/>
        </w:trPr>
        <w:tc>
          <w:tcPr>
            <w:tcW w:w="32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70"/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i/>
                <w:iCs/>
                <w:sz w:val="20"/>
                <w:szCs w:val="20"/>
                <w:lang w:val="es-PE" w:bidi="ar-DZ"/>
              </w:rPr>
            </w:pPr>
            <w:r w:rsidRPr="000D6A3E">
              <w:rPr>
                <w:sz w:val="20"/>
                <w:szCs w:val="20"/>
                <w:lang w:val="es-PE" w:bidi="ar-DZ"/>
              </w:rPr>
              <w:t>1. Estado/</w:t>
            </w:r>
            <w:r w:rsidRPr="000D6A3E">
              <w:rPr>
                <w:i/>
                <w:iCs/>
                <w:sz w:val="20"/>
                <w:szCs w:val="20"/>
                <w:lang w:val="es-PE" w:bidi="ar-DZ"/>
              </w:rPr>
              <w:t>State:</w:t>
            </w:r>
          </w:p>
          <w:p w:rsidR="002C3A15" w:rsidRPr="000D6A3E" w:rsidRDefault="002C3A15" w:rsidP="002C3A15">
            <w:pPr>
              <w:tabs>
                <w:tab w:val="left" w:pos="270"/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i/>
                <w:iCs/>
                <w:sz w:val="20"/>
                <w:szCs w:val="20"/>
                <w:lang w:val="es-PE" w:bidi="ar-DZ"/>
              </w:rPr>
            </w:pPr>
            <w:r w:rsidRPr="000D6A3E">
              <w:rPr>
                <w:sz w:val="20"/>
                <w:szCs w:val="20"/>
                <w:lang w:val="es-PE" w:bidi="ar-DZ"/>
              </w:rPr>
              <w:t xml:space="preserve">   Organismo/</w:t>
            </w:r>
            <w:r w:rsidRPr="000D6A3E">
              <w:rPr>
                <w:i/>
                <w:iCs/>
                <w:sz w:val="20"/>
                <w:szCs w:val="20"/>
                <w:lang w:val="es-PE" w:bidi="ar-DZ"/>
              </w:rPr>
              <w:t>Organization:</w:t>
            </w:r>
          </w:p>
        </w:tc>
        <w:tc>
          <w:tcPr>
            <w:tcW w:w="594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</w:tr>
      <w:tr w:rsidR="002C3A15" w:rsidRPr="000D6A3E">
        <w:trPr>
          <w:cantSplit/>
          <w:jc w:val="center"/>
        </w:trPr>
        <w:tc>
          <w:tcPr>
            <w:tcW w:w="32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91828" w:rsidRDefault="00391828" w:rsidP="002C3A15">
            <w:pPr>
              <w:tabs>
                <w:tab w:val="left" w:pos="0"/>
                <w:tab w:val="left" w:pos="27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sz w:val="20"/>
                <w:szCs w:val="20"/>
                <w:lang w:val="es-PE" w:bidi="ar-DZ"/>
              </w:rPr>
            </w:pPr>
          </w:p>
          <w:p w:rsidR="002C3A15" w:rsidRPr="000D6A3E" w:rsidRDefault="002C3A15" w:rsidP="002C3A15">
            <w:pPr>
              <w:tabs>
                <w:tab w:val="left" w:pos="0"/>
                <w:tab w:val="left" w:pos="27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sz w:val="20"/>
                <w:szCs w:val="20"/>
                <w:lang w:val="es-PE" w:bidi="ar-DZ"/>
              </w:rPr>
            </w:pPr>
            <w:r w:rsidRPr="000D6A3E">
              <w:rPr>
                <w:sz w:val="20"/>
                <w:szCs w:val="20"/>
                <w:lang w:val="es-PE" w:bidi="ar-DZ"/>
              </w:rPr>
              <w:t>2. Nombre/</w:t>
            </w:r>
          </w:p>
          <w:p w:rsidR="002C3A15" w:rsidRPr="000D6A3E" w:rsidRDefault="002C3A15" w:rsidP="002C3A15">
            <w:pPr>
              <w:tabs>
                <w:tab w:val="left" w:pos="270"/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  <w:r w:rsidRPr="000D6A3E">
              <w:rPr>
                <w:i/>
                <w:iCs/>
                <w:sz w:val="20"/>
                <w:szCs w:val="20"/>
                <w:lang w:val="es-PE" w:bidi="ar-DZ"/>
              </w:rPr>
              <w:t xml:space="preserve">    Name:</w:t>
            </w:r>
          </w:p>
        </w:tc>
        <w:tc>
          <w:tcPr>
            <w:tcW w:w="594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</w:tr>
      <w:tr w:rsidR="002C3A15" w:rsidRPr="000D6A3E">
        <w:trPr>
          <w:cantSplit/>
          <w:trHeight w:val="90"/>
          <w:jc w:val="center"/>
        </w:trPr>
        <w:tc>
          <w:tcPr>
            <w:tcW w:w="32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288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center"/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306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center"/>
              <w:rPr>
                <w:sz w:val="20"/>
                <w:szCs w:val="20"/>
                <w:lang w:val="es-PE" w:bidi="ar-DZ"/>
              </w:rPr>
            </w:pPr>
          </w:p>
        </w:tc>
      </w:tr>
      <w:tr w:rsidR="002C3A15" w:rsidRPr="000D6A3E">
        <w:trPr>
          <w:cantSplit/>
          <w:trHeight w:hRule="exact" w:val="342"/>
          <w:jc w:val="center"/>
        </w:trPr>
        <w:tc>
          <w:tcPr>
            <w:tcW w:w="2112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  <w:r w:rsidRPr="000D6A3E">
              <w:rPr>
                <w:sz w:val="20"/>
                <w:szCs w:val="20"/>
                <w:lang w:val="es-PE" w:bidi="ar-DZ"/>
              </w:rPr>
              <w:t>3. Cargo/</w:t>
            </w:r>
            <w:r w:rsidRPr="000D6A3E">
              <w:rPr>
                <w:i/>
                <w:iCs/>
                <w:sz w:val="20"/>
                <w:szCs w:val="20"/>
                <w:lang w:val="es-PE" w:bidi="ar-DZ"/>
              </w:rPr>
              <w:t>Position</w:t>
            </w:r>
            <w:r w:rsidRPr="000D6A3E">
              <w:rPr>
                <w:sz w:val="20"/>
                <w:szCs w:val="20"/>
                <w:lang w:val="es-PE" w:bidi="ar-DZ"/>
              </w:rPr>
              <w:t>:</w:t>
            </w:r>
          </w:p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7073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</w:tr>
      <w:tr w:rsidR="002C3A15" w:rsidRPr="000D6A3E">
        <w:trPr>
          <w:cantSplit/>
          <w:trHeight w:val="229"/>
          <w:jc w:val="center"/>
        </w:trPr>
        <w:tc>
          <w:tcPr>
            <w:tcW w:w="2112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7073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</w:tr>
      <w:tr w:rsidR="002C3A15" w:rsidRPr="000D6A3E">
        <w:trPr>
          <w:cantSplit/>
          <w:jc w:val="center"/>
        </w:trPr>
        <w:tc>
          <w:tcPr>
            <w:tcW w:w="9185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391828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spacing w:after="120"/>
              <w:rPr>
                <w:sz w:val="20"/>
                <w:szCs w:val="20"/>
                <w:lang w:val="es-PE" w:bidi="ar-DZ"/>
              </w:rPr>
            </w:pPr>
            <w:r w:rsidRPr="000D6A3E">
              <w:rPr>
                <w:sz w:val="20"/>
                <w:szCs w:val="20"/>
                <w:lang w:val="es-PE" w:bidi="ar-DZ"/>
              </w:rPr>
              <w:t xml:space="preserve">4. Participa como / </w:t>
            </w:r>
            <w:proofErr w:type="spellStart"/>
            <w:r w:rsidRPr="000D6A3E">
              <w:rPr>
                <w:i/>
                <w:iCs/>
                <w:sz w:val="20"/>
                <w:szCs w:val="20"/>
                <w:lang w:val="es-PE" w:bidi="ar-DZ"/>
              </w:rPr>
              <w:t>Participates</w:t>
            </w:r>
            <w:proofErr w:type="spellEnd"/>
            <w:r w:rsidRPr="000D6A3E">
              <w:rPr>
                <w:i/>
                <w:iCs/>
                <w:sz w:val="20"/>
                <w:szCs w:val="20"/>
                <w:lang w:val="es-PE" w:bidi="ar-DZ"/>
              </w:rPr>
              <w:t xml:space="preserve"> as:</w:t>
            </w:r>
          </w:p>
        </w:tc>
      </w:tr>
      <w:tr w:rsidR="002C3A15" w:rsidRPr="000D6A3E">
        <w:trPr>
          <w:gridBefore w:val="1"/>
          <w:gridAfter w:val="1"/>
          <w:wBefore w:w="196" w:type="dxa"/>
          <w:wAfter w:w="1244" w:type="dxa"/>
          <w:jc w:val="center"/>
        </w:trPr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3A15" w:rsidRDefault="002C3A15" w:rsidP="002C3A15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sz w:val="18"/>
                <w:szCs w:val="18"/>
                <w:lang w:val="es-PE" w:bidi="ar-DZ"/>
              </w:rPr>
            </w:pPr>
            <w:r w:rsidRPr="006F211E">
              <w:rPr>
                <w:sz w:val="18"/>
                <w:szCs w:val="18"/>
                <w:lang w:val="es-PE" w:bidi="ar-DZ"/>
              </w:rPr>
              <w:t>Delegado/</w:t>
            </w:r>
          </w:p>
          <w:p w:rsidR="002C3A15" w:rsidRPr="006F211E" w:rsidRDefault="002C3A15" w:rsidP="002C3A15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sz w:val="18"/>
                <w:szCs w:val="18"/>
                <w:lang w:val="es-PE" w:bidi="ar-DZ"/>
              </w:rPr>
            </w:pPr>
            <w:r w:rsidRPr="006F211E">
              <w:rPr>
                <w:i/>
                <w:iCs/>
                <w:sz w:val="18"/>
                <w:szCs w:val="18"/>
                <w:lang w:val="es-PE" w:bidi="ar-DZ"/>
              </w:rPr>
              <w:t>Delegate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15" w:rsidRPr="006F211E" w:rsidRDefault="002C3A15" w:rsidP="002C3A15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center"/>
              <w:rPr>
                <w:sz w:val="18"/>
                <w:szCs w:val="18"/>
                <w:lang w:val="es-PE" w:bidi="ar-DZ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3A15" w:rsidRPr="006F211E" w:rsidRDefault="002C3A15" w:rsidP="002C3A15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sz w:val="18"/>
                <w:szCs w:val="18"/>
                <w:lang w:val="es-PE" w:bidi="ar-DZ"/>
              </w:rPr>
            </w:pPr>
            <w:r w:rsidRPr="006F211E">
              <w:rPr>
                <w:sz w:val="18"/>
                <w:szCs w:val="18"/>
                <w:lang w:val="es-PE" w:bidi="ar-DZ"/>
              </w:rPr>
              <w:t>Observador</w:t>
            </w:r>
            <w:r w:rsidRPr="006F211E">
              <w:rPr>
                <w:i/>
                <w:iCs/>
                <w:sz w:val="18"/>
                <w:szCs w:val="18"/>
                <w:lang w:val="es-PE" w:bidi="ar-DZ"/>
              </w:rPr>
              <w:t xml:space="preserve"> Observer</w:t>
            </w:r>
            <w:r w:rsidRPr="006F211E">
              <w:rPr>
                <w:sz w:val="18"/>
                <w:szCs w:val="18"/>
                <w:lang w:val="es-PE" w:bidi="ar-DZ"/>
              </w:rPr>
              <w:t xml:space="preserve"> /</w:t>
            </w: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15" w:rsidRPr="006F211E" w:rsidRDefault="002C3A15" w:rsidP="002C3A15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center"/>
              <w:rPr>
                <w:sz w:val="18"/>
                <w:szCs w:val="18"/>
                <w:lang w:val="es-PE" w:bidi="ar-DZ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3A15" w:rsidRPr="006F211E" w:rsidRDefault="002C3A15" w:rsidP="002C3A15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sz w:val="18"/>
                <w:szCs w:val="18"/>
                <w:lang w:val="es-PE" w:bidi="ar-DZ"/>
              </w:rPr>
            </w:pPr>
            <w:r w:rsidRPr="006F211E">
              <w:rPr>
                <w:sz w:val="18"/>
                <w:szCs w:val="18"/>
                <w:lang w:val="es-PE" w:bidi="ar-DZ"/>
              </w:rPr>
              <w:t>Ponente/</w:t>
            </w:r>
            <w:r w:rsidRPr="006F211E">
              <w:rPr>
                <w:b/>
                <w:bCs/>
                <w:sz w:val="18"/>
                <w:szCs w:val="18"/>
                <w:lang w:val="es-PE" w:bidi="ar-DZ"/>
              </w:rPr>
              <w:t xml:space="preserve"> </w:t>
            </w:r>
            <w:r w:rsidRPr="006F211E">
              <w:rPr>
                <w:bCs/>
                <w:i/>
                <w:sz w:val="18"/>
                <w:szCs w:val="18"/>
                <w:lang w:val="es-PE" w:bidi="ar-DZ"/>
              </w:rPr>
              <w:t>Lecturer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3A15" w:rsidRPr="006F211E" w:rsidRDefault="002C3A15" w:rsidP="002C3A15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center"/>
              <w:rPr>
                <w:sz w:val="18"/>
                <w:szCs w:val="18"/>
                <w:lang w:val="es-PE" w:bidi="ar-DZ"/>
              </w:rPr>
            </w:pPr>
          </w:p>
        </w:tc>
        <w:tc>
          <w:tcPr>
            <w:tcW w:w="98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3A15" w:rsidRDefault="002C3A15" w:rsidP="002C3A15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sz w:val="18"/>
                <w:szCs w:val="18"/>
                <w:lang w:val="es-PE" w:bidi="ar-DZ"/>
              </w:rPr>
            </w:pPr>
            <w:r w:rsidRPr="006F211E">
              <w:rPr>
                <w:sz w:val="18"/>
                <w:szCs w:val="18"/>
                <w:lang w:val="es-PE" w:bidi="ar-DZ"/>
              </w:rPr>
              <w:t>Instructor</w:t>
            </w:r>
            <w:r>
              <w:rPr>
                <w:sz w:val="18"/>
                <w:szCs w:val="18"/>
                <w:lang w:val="es-PE" w:bidi="ar-DZ"/>
              </w:rPr>
              <w:t>/</w:t>
            </w:r>
          </w:p>
          <w:p w:rsidR="002C3A15" w:rsidRPr="006F211E" w:rsidRDefault="002C3A15" w:rsidP="002C3A15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i/>
                <w:sz w:val="18"/>
                <w:szCs w:val="18"/>
                <w:lang w:val="es-PE" w:bidi="ar-DZ"/>
              </w:rPr>
            </w:pPr>
            <w:r w:rsidRPr="006F211E">
              <w:rPr>
                <w:i/>
                <w:sz w:val="18"/>
                <w:szCs w:val="18"/>
                <w:lang w:val="es-PE" w:bidi="ar-DZ"/>
              </w:rPr>
              <w:t>Instructor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3A15" w:rsidRPr="006F211E" w:rsidRDefault="002C3A15" w:rsidP="002C3A15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center"/>
              <w:rPr>
                <w:sz w:val="18"/>
                <w:szCs w:val="18"/>
                <w:lang w:val="es-PE" w:bidi="ar-DZ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3A15" w:rsidRDefault="002C3A15" w:rsidP="002C3A15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sz w:val="18"/>
                <w:szCs w:val="18"/>
                <w:lang w:val="es-PE" w:bidi="ar-DZ"/>
              </w:rPr>
            </w:pPr>
            <w:r>
              <w:rPr>
                <w:sz w:val="18"/>
                <w:szCs w:val="18"/>
                <w:lang w:val="es-PE" w:bidi="ar-DZ"/>
              </w:rPr>
              <w:t>Alumno/</w:t>
            </w:r>
          </w:p>
          <w:p w:rsidR="002C3A15" w:rsidRPr="006F211E" w:rsidRDefault="002C3A15" w:rsidP="002C3A15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i/>
                <w:sz w:val="18"/>
                <w:szCs w:val="18"/>
                <w:lang w:val="es-PE" w:bidi="ar-DZ"/>
              </w:rPr>
            </w:pPr>
            <w:r w:rsidRPr="006F211E">
              <w:rPr>
                <w:i/>
                <w:sz w:val="18"/>
                <w:szCs w:val="18"/>
                <w:lang w:val="es-PE" w:bidi="ar-DZ"/>
              </w:rPr>
              <w:t>Student</w:t>
            </w: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15" w:rsidRPr="006F211E" w:rsidRDefault="002C3A15" w:rsidP="002C3A15">
            <w:pPr>
              <w:tabs>
                <w:tab w:val="left" w:pos="0"/>
                <w:tab w:val="left" w:pos="456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center"/>
              <w:rPr>
                <w:sz w:val="18"/>
                <w:szCs w:val="18"/>
                <w:lang w:val="es-PE" w:bidi="ar-DZ"/>
              </w:rPr>
            </w:pPr>
          </w:p>
        </w:tc>
      </w:tr>
      <w:tr w:rsidR="002C3A15" w:rsidRPr="000D6A3E">
        <w:trPr>
          <w:cantSplit/>
          <w:jc w:val="center"/>
        </w:trPr>
        <w:tc>
          <w:tcPr>
            <w:tcW w:w="21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70"/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7023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</w:tr>
      <w:tr w:rsidR="002C3A15" w:rsidRPr="000D6A3E">
        <w:trPr>
          <w:cantSplit/>
          <w:jc w:val="center"/>
        </w:trPr>
        <w:tc>
          <w:tcPr>
            <w:tcW w:w="21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70"/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i/>
                <w:iCs/>
                <w:sz w:val="20"/>
                <w:szCs w:val="20"/>
                <w:lang w:val="es-PE" w:bidi="ar-DZ"/>
              </w:rPr>
            </w:pPr>
            <w:r w:rsidRPr="000D6A3E">
              <w:rPr>
                <w:sz w:val="20"/>
                <w:szCs w:val="20"/>
                <w:lang w:val="es-PE" w:bidi="ar-DZ"/>
              </w:rPr>
              <w:t xml:space="preserve">5. Dirección oficial </w:t>
            </w:r>
            <w:r w:rsidRPr="000D6A3E">
              <w:rPr>
                <w:i/>
                <w:iCs/>
                <w:sz w:val="20"/>
                <w:szCs w:val="20"/>
                <w:lang w:val="es-PE" w:bidi="ar-DZ"/>
              </w:rPr>
              <w:t xml:space="preserve">/    </w:t>
            </w:r>
          </w:p>
          <w:p w:rsidR="002C3A15" w:rsidRPr="000D6A3E" w:rsidRDefault="002C3A15" w:rsidP="002C3A15">
            <w:pPr>
              <w:tabs>
                <w:tab w:val="left" w:pos="270"/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  <w:r w:rsidRPr="000D6A3E">
              <w:rPr>
                <w:i/>
                <w:iCs/>
                <w:sz w:val="20"/>
                <w:szCs w:val="20"/>
                <w:lang w:val="es-PE" w:bidi="ar-DZ"/>
              </w:rPr>
              <w:t xml:space="preserve">   Business address:</w:t>
            </w:r>
          </w:p>
        </w:tc>
        <w:tc>
          <w:tcPr>
            <w:tcW w:w="7023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</w:tr>
      <w:tr w:rsidR="002C3A15" w:rsidRPr="000D6A3E">
        <w:trPr>
          <w:cantSplit/>
          <w:jc w:val="center"/>
        </w:trPr>
        <w:tc>
          <w:tcPr>
            <w:tcW w:w="21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70"/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  <w:p w:rsidR="002C3A15" w:rsidRPr="000D6A3E" w:rsidRDefault="002C3A15" w:rsidP="002C3A15">
            <w:pPr>
              <w:tabs>
                <w:tab w:val="left" w:pos="270"/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7023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</w:tr>
      <w:tr w:rsidR="002C3A15" w:rsidRPr="000D6A3E">
        <w:trPr>
          <w:cantSplit/>
          <w:jc w:val="center"/>
        </w:trPr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2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12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157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24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</w:tr>
      <w:tr w:rsidR="002C3A15" w:rsidRPr="000D6A3E">
        <w:trPr>
          <w:cantSplit/>
          <w:jc w:val="center"/>
        </w:trPr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  <w:r w:rsidRPr="000D6A3E">
              <w:rPr>
                <w:sz w:val="20"/>
                <w:szCs w:val="20"/>
                <w:lang w:val="es-PE" w:bidi="ar-DZ"/>
              </w:rPr>
              <w:t>6. Tel.:</w:t>
            </w:r>
          </w:p>
        </w:tc>
        <w:tc>
          <w:tcPr>
            <w:tcW w:w="23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12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157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  <w:r w:rsidRPr="000D6A3E">
              <w:rPr>
                <w:sz w:val="20"/>
                <w:szCs w:val="20"/>
                <w:lang w:val="es-PE" w:bidi="ar-DZ"/>
              </w:rPr>
              <w:t>E-mail:</w:t>
            </w:r>
          </w:p>
        </w:tc>
        <w:tc>
          <w:tcPr>
            <w:tcW w:w="24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</w:tr>
      <w:tr w:rsidR="002C3A15" w:rsidRPr="000D6A3E">
        <w:trPr>
          <w:cantSplit/>
          <w:trHeight w:val="737"/>
          <w:jc w:val="center"/>
        </w:trPr>
        <w:tc>
          <w:tcPr>
            <w:tcW w:w="323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3A15" w:rsidRPr="000D6A3E" w:rsidRDefault="002C3A15" w:rsidP="00502A93">
            <w:pPr>
              <w:pStyle w:val="BodyText"/>
              <w:tabs>
                <w:tab w:val="left" w:pos="252"/>
              </w:tabs>
              <w:spacing w:after="0"/>
              <w:ind w:left="259" w:hanging="259"/>
              <w:rPr>
                <w:sz w:val="20"/>
                <w:szCs w:val="20"/>
                <w:lang w:val="es-PE" w:bidi="ar-DZ"/>
              </w:rPr>
            </w:pPr>
            <w:r w:rsidRPr="000D6A3E">
              <w:rPr>
                <w:sz w:val="20"/>
                <w:szCs w:val="20"/>
                <w:lang w:val="es-PE" w:bidi="ar-DZ"/>
              </w:rPr>
              <w:t>7. Hotel o dirección en la ciudad/</w:t>
            </w:r>
          </w:p>
          <w:p w:rsidR="002C3A15" w:rsidRPr="000D6A3E" w:rsidRDefault="002C3A15" w:rsidP="00502A93">
            <w:pPr>
              <w:tabs>
                <w:tab w:val="left" w:pos="360"/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ind w:firstLine="259"/>
              <w:rPr>
                <w:sz w:val="20"/>
                <w:szCs w:val="20"/>
                <w:lang w:val="es-PE" w:bidi="ar-DZ"/>
              </w:rPr>
            </w:pPr>
            <w:r w:rsidRPr="000D6A3E">
              <w:rPr>
                <w:i/>
                <w:iCs/>
                <w:sz w:val="20"/>
                <w:szCs w:val="20"/>
                <w:lang w:val="es-PE" w:bidi="ar-DZ"/>
              </w:rPr>
              <w:t>Hotel or local address:</w:t>
            </w:r>
          </w:p>
        </w:tc>
        <w:tc>
          <w:tcPr>
            <w:tcW w:w="594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</w:tr>
      <w:tr w:rsidR="002C3A15" w:rsidRPr="000D6A3E">
        <w:trPr>
          <w:cantSplit/>
          <w:trHeight w:val="544"/>
          <w:jc w:val="center"/>
        </w:trPr>
        <w:tc>
          <w:tcPr>
            <w:tcW w:w="3237" w:type="dxa"/>
            <w:gridSpan w:val="7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C3A15" w:rsidRPr="000D6A3E" w:rsidRDefault="002C3A15" w:rsidP="00502A93">
            <w:pPr>
              <w:pStyle w:val="BodyText"/>
              <w:tabs>
                <w:tab w:val="left" w:pos="252"/>
              </w:tabs>
              <w:spacing w:before="120" w:after="0"/>
              <w:ind w:left="259" w:hanging="259"/>
              <w:rPr>
                <w:sz w:val="20"/>
                <w:szCs w:val="20"/>
                <w:lang w:val="es-PE" w:bidi="ar-DZ"/>
              </w:rPr>
            </w:pPr>
            <w:r w:rsidRPr="000D6A3E">
              <w:rPr>
                <w:sz w:val="20"/>
                <w:szCs w:val="20"/>
                <w:lang w:val="es-PE" w:bidi="ar-DZ"/>
              </w:rPr>
              <w:t>8. Información de vuelo/</w:t>
            </w:r>
          </w:p>
          <w:p w:rsidR="002C3A15" w:rsidRPr="000D6A3E" w:rsidRDefault="002C3A15" w:rsidP="002C3A15">
            <w:pPr>
              <w:pStyle w:val="BodyText"/>
              <w:tabs>
                <w:tab w:val="left" w:pos="252"/>
              </w:tabs>
              <w:ind w:left="252" w:hanging="252"/>
              <w:rPr>
                <w:i/>
                <w:iCs/>
                <w:sz w:val="20"/>
                <w:szCs w:val="20"/>
                <w:lang w:val="es-PE" w:bidi="ar-DZ"/>
              </w:rPr>
            </w:pPr>
            <w:r w:rsidRPr="000D6A3E">
              <w:rPr>
                <w:sz w:val="20"/>
                <w:szCs w:val="20"/>
                <w:lang w:val="es-PE" w:bidi="ar-DZ"/>
              </w:rPr>
              <w:t xml:space="preserve">    </w:t>
            </w:r>
            <w:r w:rsidRPr="000D6A3E">
              <w:rPr>
                <w:i/>
                <w:iCs/>
                <w:sz w:val="20"/>
                <w:szCs w:val="20"/>
                <w:lang w:val="es-PE" w:bidi="ar-DZ"/>
              </w:rPr>
              <w:t>Flight information:</w:t>
            </w:r>
          </w:p>
        </w:tc>
        <w:tc>
          <w:tcPr>
            <w:tcW w:w="306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02A93" w:rsidRDefault="00502A93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  <w:p w:rsidR="00502A93" w:rsidRDefault="00502A93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  <w:r w:rsidRPr="000D6A3E">
              <w:rPr>
                <w:sz w:val="20"/>
                <w:szCs w:val="20"/>
                <w:lang w:val="es-PE" w:bidi="ar-DZ"/>
              </w:rPr>
              <w:t xml:space="preserve">Vuelo </w:t>
            </w:r>
            <w:r>
              <w:rPr>
                <w:sz w:val="20"/>
                <w:szCs w:val="20"/>
                <w:lang w:val="es-PE" w:bidi="ar-DZ"/>
              </w:rPr>
              <w:t xml:space="preserve">de </w:t>
            </w:r>
            <w:r w:rsidRPr="000D6A3E">
              <w:rPr>
                <w:sz w:val="20"/>
                <w:szCs w:val="20"/>
                <w:lang w:val="es-PE" w:bidi="ar-DZ"/>
              </w:rPr>
              <w:t>llegada/ fecha/ hora/</w:t>
            </w:r>
          </w:p>
          <w:p w:rsidR="002C3A15" w:rsidRPr="000D6A3E" w:rsidRDefault="002C3A15" w:rsidP="00502A93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i/>
                <w:iCs/>
                <w:sz w:val="20"/>
                <w:szCs w:val="20"/>
                <w:lang w:val="es-PE" w:bidi="ar-DZ"/>
              </w:rPr>
            </w:pPr>
            <w:r w:rsidRPr="000D6A3E">
              <w:rPr>
                <w:i/>
                <w:iCs/>
                <w:sz w:val="20"/>
                <w:szCs w:val="20"/>
                <w:lang w:val="es-PE" w:bidi="ar-DZ"/>
              </w:rPr>
              <w:t>Arrival flight/ date/ hour:</w:t>
            </w:r>
          </w:p>
        </w:tc>
        <w:tc>
          <w:tcPr>
            <w:tcW w:w="288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i/>
                <w:iCs/>
                <w:sz w:val="20"/>
                <w:szCs w:val="20"/>
                <w:lang w:val="es-PE" w:bidi="ar-DZ"/>
              </w:rPr>
            </w:pPr>
          </w:p>
        </w:tc>
      </w:tr>
      <w:tr w:rsidR="002C3A15" w:rsidRPr="000D6A3E">
        <w:trPr>
          <w:cantSplit/>
          <w:trHeight w:val="552"/>
          <w:jc w:val="center"/>
        </w:trPr>
        <w:tc>
          <w:tcPr>
            <w:tcW w:w="3237" w:type="dxa"/>
            <w:gridSpan w:val="7"/>
            <w:vMerge/>
            <w:tcBorders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pStyle w:val="BodyText"/>
              <w:tabs>
                <w:tab w:val="left" w:pos="252"/>
              </w:tabs>
              <w:ind w:left="252" w:hanging="252"/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306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02A93" w:rsidRDefault="00502A93" w:rsidP="00502A93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  <w:p w:rsidR="002C3A15" w:rsidRPr="000D6A3E" w:rsidRDefault="002C3A15" w:rsidP="00502A93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  <w:r w:rsidRPr="000D6A3E">
              <w:rPr>
                <w:sz w:val="20"/>
                <w:szCs w:val="20"/>
                <w:lang w:val="es-PE" w:bidi="ar-DZ"/>
              </w:rPr>
              <w:t xml:space="preserve">Vuelo </w:t>
            </w:r>
            <w:r>
              <w:rPr>
                <w:sz w:val="20"/>
                <w:szCs w:val="20"/>
                <w:lang w:val="es-PE" w:bidi="ar-DZ"/>
              </w:rPr>
              <w:t xml:space="preserve">de </w:t>
            </w:r>
            <w:r w:rsidRPr="000D6A3E">
              <w:rPr>
                <w:sz w:val="20"/>
                <w:szCs w:val="20"/>
                <w:lang w:val="es-PE" w:bidi="ar-DZ"/>
              </w:rPr>
              <w:t>salida/ fecha/ hora/</w:t>
            </w:r>
          </w:p>
          <w:p w:rsidR="002C3A15" w:rsidRPr="000D6A3E" w:rsidRDefault="002C3A15" w:rsidP="00502A93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  <w:r w:rsidRPr="000D6A3E">
              <w:rPr>
                <w:i/>
                <w:iCs/>
                <w:sz w:val="20"/>
                <w:szCs w:val="20"/>
                <w:lang w:val="es-PE" w:bidi="ar-DZ"/>
              </w:rPr>
              <w:t>Departure flight/ date/ hour:</w:t>
            </w:r>
          </w:p>
        </w:tc>
        <w:tc>
          <w:tcPr>
            <w:tcW w:w="28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C3A15" w:rsidRPr="000D6A3E" w:rsidRDefault="002C3A15" w:rsidP="002C3A15">
            <w:pPr>
              <w:tabs>
                <w:tab w:val="left" w:pos="2880"/>
                <w:tab w:val="center" w:pos="5400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</w:tr>
      <w:tr w:rsidR="002C3A15" w:rsidRPr="000D6A3E">
        <w:trPr>
          <w:cantSplit/>
          <w:trHeight w:val="170"/>
          <w:jc w:val="center"/>
        </w:trPr>
        <w:tc>
          <w:tcPr>
            <w:tcW w:w="23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368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174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3A15" w:rsidRPr="000D6A3E" w:rsidRDefault="002C3A15" w:rsidP="002C3A15">
            <w:pPr>
              <w:tabs>
                <w:tab w:val="left" w:pos="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jc w:val="both"/>
              <w:rPr>
                <w:sz w:val="20"/>
                <w:szCs w:val="20"/>
                <w:lang w:val="es-PE" w:bidi="ar-DZ"/>
              </w:rPr>
            </w:pPr>
          </w:p>
        </w:tc>
      </w:tr>
      <w:tr w:rsidR="002C3A15" w:rsidRPr="000D6A3E">
        <w:trPr>
          <w:cantSplit/>
          <w:trHeight w:val="1017"/>
          <w:jc w:val="center"/>
        </w:trPr>
        <w:tc>
          <w:tcPr>
            <w:tcW w:w="232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3A15" w:rsidRPr="000D6A3E" w:rsidRDefault="002C3A15" w:rsidP="002C3A15">
            <w:pPr>
              <w:tabs>
                <w:tab w:val="left" w:pos="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  <w:r>
              <w:rPr>
                <w:sz w:val="20"/>
                <w:szCs w:val="20"/>
                <w:lang w:val="es-PE" w:bidi="ar-DZ"/>
              </w:rPr>
              <w:t xml:space="preserve">Firma / </w:t>
            </w:r>
            <w:proofErr w:type="spellStart"/>
            <w:r w:rsidRPr="000D6A3E">
              <w:rPr>
                <w:i/>
                <w:iCs/>
                <w:sz w:val="20"/>
                <w:szCs w:val="20"/>
                <w:lang w:val="es-PE" w:bidi="ar-DZ"/>
              </w:rPr>
              <w:t>Signature</w:t>
            </w:r>
            <w:proofErr w:type="spellEnd"/>
            <w:r w:rsidRPr="000D6A3E">
              <w:rPr>
                <w:i/>
                <w:iCs/>
                <w:sz w:val="20"/>
                <w:szCs w:val="20"/>
                <w:lang w:val="es-PE" w:bidi="ar-DZ"/>
              </w:rPr>
              <w:t>:</w:t>
            </w:r>
          </w:p>
        </w:tc>
        <w:tc>
          <w:tcPr>
            <w:tcW w:w="368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C3A15" w:rsidRPr="000D6A3E" w:rsidRDefault="002C3A15" w:rsidP="002C3A15">
            <w:pPr>
              <w:tabs>
                <w:tab w:val="left" w:pos="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  <w:tc>
          <w:tcPr>
            <w:tcW w:w="174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3A15" w:rsidRPr="000D6A3E" w:rsidRDefault="002C3A15" w:rsidP="002C3A15">
            <w:pPr>
              <w:tabs>
                <w:tab w:val="left" w:pos="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  <w:r w:rsidRPr="000D6A3E">
              <w:rPr>
                <w:sz w:val="20"/>
                <w:szCs w:val="20"/>
                <w:lang w:val="es-PE" w:bidi="ar-DZ"/>
              </w:rPr>
              <w:t>Fecha</w:t>
            </w:r>
            <w:r>
              <w:rPr>
                <w:sz w:val="20"/>
                <w:szCs w:val="20"/>
                <w:lang w:val="es-PE" w:bidi="ar-DZ"/>
              </w:rPr>
              <w:t xml:space="preserve"> </w:t>
            </w:r>
            <w:r w:rsidRPr="000D6A3E">
              <w:rPr>
                <w:sz w:val="20"/>
                <w:szCs w:val="20"/>
                <w:lang w:val="es-PE" w:bidi="ar-DZ"/>
              </w:rPr>
              <w:t xml:space="preserve">/ </w:t>
            </w:r>
            <w:r w:rsidRPr="000D6A3E">
              <w:rPr>
                <w:i/>
                <w:iCs/>
                <w:sz w:val="20"/>
                <w:szCs w:val="20"/>
                <w:lang w:val="es-PE" w:bidi="ar-DZ"/>
              </w:rPr>
              <w:t>Date: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C3A15" w:rsidRPr="000D6A3E" w:rsidRDefault="002C3A15" w:rsidP="002C3A15">
            <w:pPr>
              <w:tabs>
                <w:tab w:val="left" w:pos="0"/>
                <w:tab w:val="left" w:pos="912"/>
                <w:tab w:val="left" w:pos="1368"/>
                <w:tab w:val="left" w:pos="1824"/>
                <w:tab w:val="left" w:pos="2280"/>
                <w:tab w:val="left" w:pos="2736"/>
                <w:tab w:val="left" w:pos="3192"/>
                <w:tab w:val="left" w:pos="3648"/>
                <w:tab w:val="left" w:pos="4104"/>
                <w:tab w:val="left" w:pos="4560"/>
                <w:tab w:val="left" w:pos="5016"/>
                <w:tab w:val="left" w:pos="5472"/>
                <w:tab w:val="left" w:pos="5928"/>
                <w:tab w:val="left" w:pos="6384"/>
                <w:tab w:val="left" w:pos="6840"/>
                <w:tab w:val="left" w:pos="7296"/>
                <w:tab w:val="left" w:pos="7752"/>
                <w:tab w:val="left" w:pos="8208"/>
                <w:tab w:val="left" w:pos="8664"/>
                <w:tab w:val="left" w:pos="9120"/>
                <w:tab w:val="left" w:pos="9576"/>
                <w:tab w:val="left" w:pos="10032"/>
                <w:tab w:val="left" w:pos="10488"/>
              </w:tabs>
              <w:rPr>
                <w:sz w:val="20"/>
                <w:szCs w:val="20"/>
                <w:lang w:val="es-PE" w:bidi="ar-DZ"/>
              </w:rPr>
            </w:pPr>
          </w:p>
        </w:tc>
      </w:tr>
    </w:tbl>
    <w:p w:rsidR="002C3A15" w:rsidRDefault="002C3A15" w:rsidP="002C3A15">
      <w:pPr>
        <w:rPr>
          <w:lang w:val="es-PE" w:bidi="ar-DZ"/>
        </w:rPr>
      </w:pPr>
    </w:p>
    <w:p w:rsidR="00391828" w:rsidRDefault="00391828" w:rsidP="002C3A15">
      <w:pPr>
        <w:tabs>
          <w:tab w:val="left" w:pos="720"/>
          <w:tab w:val="center" w:pos="5400"/>
          <w:tab w:val="left" w:pos="5472"/>
          <w:tab w:val="left" w:pos="5928"/>
          <w:tab w:val="left" w:pos="6384"/>
          <w:tab w:val="left" w:pos="6840"/>
          <w:tab w:val="left" w:pos="7296"/>
          <w:tab w:val="left" w:pos="7752"/>
          <w:tab w:val="left" w:pos="8208"/>
          <w:tab w:val="left" w:pos="8664"/>
          <w:tab w:val="left" w:pos="9120"/>
          <w:tab w:val="left" w:pos="9576"/>
          <w:tab w:val="left" w:pos="10032"/>
          <w:tab w:val="left" w:pos="10488"/>
        </w:tabs>
        <w:rPr>
          <w:b/>
          <w:bCs/>
        </w:rPr>
      </w:pPr>
    </w:p>
    <w:p w:rsidR="002C3A15" w:rsidRPr="00AB1FBA" w:rsidRDefault="002C3A15" w:rsidP="002C3A15">
      <w:pPr>
        <w:tabs>
          <w:tab w:val="left" w:pos="720"/>
          <w:tab w:val="center" w:pos="5400"/>
          <w:tab w:val="left" w:pos="5472"/>
          <w:tab w:val="left" w:pos="5928"/>
          <w:tab w:val="left" w:pos="6384"/>
          <w:tab w:val="left" w:pos="6840"/>
          <w:tab w:val="left" w:pos="7296"/>
          <w:tab w:val="left" w:pos="7752"/>
          <w:tab w:val="left" w:pos="8208"/>
          <w:tab w:val="left" w:pos="8664"/>
          <w:tab w:val="left" w:pos="9120"/>
          <w:tab w:val="left" w:pos="9576"/>
          <w:tab w:val="left" w:pos="10032"/>
          <w:tab w:val="left" w:pos="10488"/>
        </w:tabs>
      </w:pPr>
      <w:proofErr w:type="spellStart"/>
      <w:r w:rsidRPr="007D0FC7">
        <w:rPr>
          <w:b/>
          <w:bCs/>
        </w:rPr>
        <w:t>Por</w:t>
      </w:r>
      <w:proofErr w:type="spellEnd"/>
      <w:r w:rsidRPr="007D0FC7">
        <w:rPr>
          <w:b/>
          <w:bCs/>
        </w:rPr>
        <w:t xml:space="preserve"> </w:t>
      </w:r>
      <w:proofErr w:type="spellStart"/>
      <w:r w:rsidRPr="007D0FC7">
        <w:rPr>
          <w:b/>
          <w:bCs/>
        </w:rPr>
        <w:t>favor</w:t>
      </w:r>
      <w:proofErr w:type="spellEnd"/>
      <w:r w:rsidRPr="007D0FC7">
        <w:rPr>
          <w:b/>
          <w:bCs/>
        </w:rPr>
        <w:t xml:space="preserve"> </w:t>
      </w:r>
      <w:proofErr w:type="spellStart"/>
      <w:r w:rsidRPr="007D0FC7">
        <w:rPr>
          <w:b/>
          <w:bCs/>
        </w:rPr>
        <w:t>envíe</w:t>
      </w:r>
      <w:proofErr w:type="spellEnd"/>
      <w:r w:rsidRPr="007D0FC7">
        <w:rPr>
          <w:b/>
          <w:bCs/>
        </w:rPr>
        <w:t xml:space="preserve"> </w:t>
      </w:r>
      <w:proofErr w:type="spellStart"/>
      <w:proofErr w:type="gramStart"/>
      <w:r w:rsidRPr="007D0FC7">
        <w:rPr>
          <w:b/>
          <w:bCs/>
        </w:rPr>
        <w:t>este</w:t>
      </w:r>
      <w:proofErr w:type="spellEnd"/>
      <w:proofErr w:type="gramEnd"/>
      <w:r w:rsidRPr="007D0FC7">
        <w:rPr>
          <w:b/>
          <w:bCs/>
        </w:rPr>
        <w:t xml:space="preserve"> </w:t>
      </w:r>
      <w:proofErr w:type="spellStart"/>
      <w:r w:rsidRPr="007D0FC7">
        <w:rPr>
          <w:b/>
          <w:bCs/>
        </w:rPr>
        <w:t>formulario</w:t>
      </w:r>
      <w:proofErr w:type="spellEnd"/>
      <w:r w:rsidRPr="007D0FC7">
        <w:rPr>
          <w:b/>
          <w:bCs/>
        </w:rPr>
        <w:t xml:space="preserve"> a:</w:t>
      </w:r>
      <w:r>
        <w:rPr>
          <w:b/>
          <w:bCs/>
          <w:i/>
        </w:rPr>
        <w:t xml:space="preserve"> / </w:t>
      </w:r>
      <w:r w:rsidRPr="007D4549">
        <w:rPr>
          <w:b/>
          <w:bCs/>
          <w:i/>
        </w:rPr>
        <w:t xml:space="preserve">Please return </w:t>
      </w:r>
      <w:r>
        <w:rPr>
          <w:b/>
          <w:bCs/>
          <w:i/>
        </w:rPr>
        <w:t>this form to:</w:t>
      </w:r>
      <w:r w:rsidR="00391828">
        <w:rPr>
          <w:b/>
          <w:bCs/>
          <w:i/>
        </w:rPr>
        <w:t xml:space="preserve"> </w:t>
      </w:r>
      <w:hyperlink r:id="rId7" w:history="1">
        <w:r w:rsidRPr="006F4A3E">
          <w:rPr>
            <w:rStyle w:val="Hyperlink"/>
            <w:bCs/>
            <w:i/>
            <w:color w:val="auto"/>
          </w:rPr>
          <w:t>mail@lima.icao.int</w:t>
        </w:r>
      </w:hyperlink>
    </w:p>
    <w:sectPr w:rsidR="002C3A15" w:rsidRPr="00AB1FBA" w:rsidSect="00391828">
      <w:headerReference w:type="even" r:id="rId8"/>
      <w:headerReference w:type="default" r:id="rId9"/>
      <w:pgSz w:w="12240" w:h="15840" w:code="1"/>
      <w:pgMar w:top="1170" w:right="1440" w:bottom="1080" w:left="1440" w:header="706" w:footer="70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434" w:rsidRDefault="00086434">
      <w:r>
        <w:separator/>
      </w:r>
    </w:p>
  </w:endnote>
  <w:endnote w:type="continuationSeparator" w:id="0">
    <w:p w:rsidR="00086434" w:rsidRDefault="00086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434" w:rsidRDefault="00086434">
      <w:r>
        <w:separator/>
      </w:r>
    </w:p>
  </w:footnote>
  <w:footnote w:type="continuationSeparator" w:id="0">
    <w:p w:rsidR="00086434" w:rsidRDefault="000864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A15" w:rsidRDefault="002C3A15">
    <w:pPr>
      <w:pStyle w:val="Header"/>
      <w:rPr>
        <w:lang w:val="fr-CA"/>
      </w:rPr>
    </w:pPr>
    <w:r>
      <w:rPr>
        <w:lang w:val="fr-CA"/>
      </w:rPr>
      <w:t>MR/7</w:t>
    </w:r>
    <w:r w:rsidRPr="00C746EE">
      <w:rPr>
        <w:lang w:val="fr-CA"/>
      </w:rPr>
      <w:t xml:space="preserve"> - </w:t>
    </w:r>
    <w:r>
      <w:rPr>
        <w:lang w:val="fr-CA"/>
      </w:rPr>
      <w:t>IP/01</w:t>
    </w:r>
  </w:p>
  <w:p w:rsidR="002C3A15" w:rsidRDefault="002C3A15" w:rsidP="002C3A15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02A93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A15" w:rsidRDefault="002C3A15" w:rsidP="002C3A15">
    <w:pPr>
      <w:pStyle w:val="Header"/>
      <w:tabs>
        <w:tab w:val="clear" w:pos="4320"/>
        <w:tab w:val="clear" w:pos="8640"/>
      </w:tabs>
      <w:jc w:val="right"/>
      <w:rPr>
        <w:lang w:val="fr-CA"/>
      </w:rPr>
    </w:pPr>
    <w:r>
      <w:rPr>
        <w:lang w:val="fr-CA"/>
      </w:rPr>
      <w:t>MR/7</w:t>
    </w:r>
    <w:r w:rsidRPr="00C746EE">
      <w:rPr>
        <w:lang w:val="fr-CA"/>
      </w:rPr>
      <w:t xml:space="preserve"> - </w:t>
    </w:r>
    <w:r>
      <w:rPr>
        <w:lang w:val="fr-CA"/>
      </w:rPr>
      <w:t>IP/01</w:t>
    </w:r>
  </w:p>
  <w:p w:rsidR="002C3A15" w:rsidRDefault="002C3A15" w:rsidP="002C3A15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:rsidR="002C3A15" w:rsidRPr="0023216A" w:rsidRDefault="002C3A15" w:rsidP="002C3A1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s-MX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C02"/>
    <w:rsid w:val="00043C02"/>
    <w:rsid w:val="00067D44"/>
    <w:rsid w:val="00086434"/>
    <w:rsid w:val="002C3A15"/>
    <w:rsid w:val="003512BD"/>
    <w:rsid w:val="00391828"/>
    <w:rsid w:val="00394D10"/>
    <w:rsid w:val="00502A93"/>
    <w:rsid w:val="00690761"/>
    <w:rsid w:val="00757253"/>
    <w:rsid w:val="00C337E2"/>
    <w:rsid w:val="00DC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5E0226"/>
    <w:rPr>
      <w:color w:val="0000FF"/>
      <w:u w:val="single"/>
    </w:rPr>
  </w:style>
  <w:style w:type="character" w:styleId="Strong">
    <w:name w:val="Strong"/>
    <w:basedOn w:val="DefaultParagraphFont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BodyText">
    <w:name w:val="Body Text"/>
    <w:basedOn w:val="Normal"/>
    <w:link w:val="BodyTextChar"/>
    <w:rsid w:val="00AB1FB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B1FBA"/>
    <w:rPr>
      <w:rFonts w:cs="Arial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AB1FB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AB1FBA"/>
    <w:rPr>
      <w:rFonts w:cs="Arial"/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AB1FBA"/>
    <w:pPr>
      <w:tabs>
        <w:tab w:val="center" w:pos="4320"/>
        <w:tab w:val="right" w:pos="8640"/>
      </w:tabs>
    </w:pPr>
    <w:rPr>
      <w:szCs w:val="24"/>
      <w:lang w:val="en-US"/>
    </w:rPr>
  </w:style>
  <w:style w:type="character" w:customStyle="1" w:styleId="FooterChar">
    <w:name w:val="Footer Char"/>
    <w:basedOn w:val="DefaultParagraphFont"/>
    <w:link w:val="Footer"/>
    <w:rsid w:val="00AB1FBA"/>
    <w:rPr>
      <w:rFonts w:cs="Arial"/>
      <w:sz w:val="22"/>
      <w:szCs w:val="24"/>
      <w:lang w:val="en-US" w:eastAsia="en-US"/>
    </w:rPr>
  </w:style>
  <w:style w:type="paragraph" w:styleId="Title">
    <w:name w:val="Title"/>
    <w:basedOn w:val="Normal"/>
    <w:link w:val="TitleChar"/>
    <w:qFormat/>
    <w:rsid w:val="00AB1FBA"/>
    <w:pPr>
      <w:tabs>
        <w:tab w:val="right" w:pos="8640"/>
      </w:tabs>
      <w:jc w:val="center"/>
    </w:pPr>
    <w:rPr>
      <w:rFonts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AB1FBA"/>
    <w:rPr>
      <w:b/>
      <w:bCs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7D0FC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D0FC7"/>
    <w:rPr>
      <w:rFonts w:ascii="Lucida Grande" w:hAnsi="Lucida Grande" w:cs="Arial"/>
      <w:sz w:val="18"/>
      <w:szCs w:val="18"/>
      <w:lang w:val="en-GB"/>
    </w:rPr>
  </w:style>
  <w:style w:type="character" w:styleId="FollowedHyperlink">
    <w:name w:val="FollowedHyperlink"/>
    <w:basedOn w:val="DefaultParagraphFont"/>
    <w:rsid w:val="007D0FC7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5E0226"/>
    <w:rPr>
      <w:color w:val="0000FF"/>
      <w:u w:val="single"/>
    </w:rPr>
  </w:style>
  <w:style w:type="character" w:styleId="Strong">
    <w:name w:val="Strong"/>
    <w:basedOn w:val="DefaultParagraphFont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BodyText">
    <w:name w:val="Body Text"/>
    <w:basedOn w:val="Normal"/>
    <w:link w:val="BodyTextChar"/>
    <w:rsid w:val="00AB1FB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B1FBA"/>
    <w:rPr>
      <w:rFonts w:cs="Arial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AB1FB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AB1FBA"/>
    <w:rPr>
      <w:rFonts w:cs="Arial"/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AB1FBA"/>
    <w:pPr>
      <w:tabs>
        <w:tab w:val="center" w:pos="4320"/>
        <w:tab w:val="right" w:pos="8640"/>
      </w:tabs>
    </w:pPr>
    <w:rPr>
      <w:szCs w:val="24"/>
      <w:lang w:val="en-US"/>
    </w:rPr>
  </w:style>
  <w:style w:type="character" w:customStyle="1" w:styleId="FooterChar">
    <w:name w:val="Footer Char"/>
    <w:basedOn w:val="DefaultParagraphFont"/>
    <w:link w:val="Footer"/>
    <w:rsid w:val="00AB1FBA"/>
    <w:rPr>
      <w:rFonts w:cs="Arial"/>
      <w:sz w:val="22"/>
      <w:szCs w:val="24"/>
      <w:lang w:val="en-US" w:eastAsia="en-US"/>
    </w:rPr>
  </w:style>
  <w:style w:type="paragraph" w:styleId="Title">
    <w:name w:val="Title"/>
    <w:basedOn w:val="Normal"/>
    <w:link w:val="TitleChar"/>
    <w:qFormat/>
    <w:rsid w:val="00AB1FBA"/>
    <w:pPr>
      <w:tabs>
        <w:tab w:val="right" w:pos="8640"/>
      </w:tabs>
      <w:jc w:val="center"/>
    </w:pPr>
    <w:rPr>
      <w:rFonts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AB1FBA"/>
    <w:rPr>
      <w:b/>
      <w:bCs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7D0FC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D0FC7"/>
    <w:rPr>
      <w:rFonts w:ascii="Lucida Grande" w:hAnsi="Lucida Grande" w:cs="Arial"/>
      <w:sz w:val="18"/>
      <w:szCs w:val="18"/>
      <w:lang w:val="en-GB"/>
    </w:rPr>
  </w:style>
  <w:style w:type="character" w:styleId="FollowedHyperlink">
    <w:name w:val="FollowedHyperlink"/>
    <w:basedOn w:val="DefaultParagraphFont"/>
    <w:rsid w:val="007D0FC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3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9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77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82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4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119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50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mailto:mail@lima.icao.int" TargetMode="External"/><Relationship Id="rId12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_LOPEZ\Application%20Data\Microsoft\Templates\ICAONACCRegistrationFormBI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101a94fc-4fb7-49fc-ab36-dbb3e9e3ccdb" xsi:nil="true"/>
    <PublishingExpirationDate xmlns="http://schemas.microsoft.com/sharepoint/v3" xsi:nil="true"/>
    <Language xmlns="101a94fc-4fb7-49fc-ab36-dbb3e9e3ccdb" xsi:nil="true"/>
    <PublishingStartDate xmlns="http://schemas.microsoft.com/sharepoint/v3" xsi:nil="true"/>
    <Presenter xmlns="101a94fc-4fb7-49fc-ab36-dbb3e9e3ccdb" xsi:nil="true"/>
    <LongTitle xmlns="101a94fc-4fb7-49fc-ab36-dbb3e9e3ccdb" xsi:nil="true"/>
    <Title1 xmlns="101a94fc-4fb7-49fc-ab36-dbb3e9e3ccdb" xsi:nil="true"/>
    <DocumentName xmlns="101a94fc-4fb7-49fc-ab36-dbb3e9e3ccdb" xsi:nil="true"/>
    <ArchivedDocumentsProperties xmlns="101a94fc-4fb7-49fc-ab36-dbb3e9e3ccdb" xsi:nil="true"/>
    <acro xmlns="101a94fc-4fb7-49fc-ab36-dbb3e9e3ccdb" xsi:nil="true"/>
    <Revised xmlns="101a94fc-4fb7-49fc-ab36-dbb3e9e3ccdb">false</Revised>
    <cat xmlns="101a94fc-4fb7-49fc-ab36-dbb3e9e3ccdb" xsi:nil="true"/>
    <aaa xmlns="101a94fc-4fb7-49fc-ab36-dbb3e9e3ccdb">false</aaa>
    <Title2 xmlns="101a94fc-4fb7-49fc-ab36-dbb3e9e3ccdb" xsi:nil="true"/>
    <a xmlns="101a94fc-4fb7-49fc-ab36-dbb3e9e3ccdb" xsi:nil="true"/>
    <CategoryOrder xmlns="101a94fc-4fb7-49fc-ab36-dbb3e9e3cc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927D94646DC549B7465903FE9FE1A3" ma:contentTypeVersion="118" ma:contentTypeDescription="Create a new document." ma:contentTypeScope="" ma:versionID="b7dfd1b413e7d33dabde76de4b79de8f">
  <xsd:schema xmlns:xsd="http://www.w3.org/2001/XMLSchema" xmlns:xs="http://www.w3.org/2001/XMLSchema" xmlns:p="http://schemas.microsoft.com/office/2006/metadata/properties" xmlns:ns1="101a94fc-4fb7-49fc-ab36-dbb3e9e3ccdb" xmlns:ns2="http://schemas.microsoft.com/sharepoint/v3" targetNamespace="http://schemas.microsoft.com/office/2006/metadata/properties" ma:root="true" ma:fieldsID="c9f0411c7a8c78232c53993795c6232c" ns1:_="" ns2:_="">
    <xsd:import namespace="101a94fc-4fb7-49fc-ab36-dbb3e9e3ccdb"/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a" minOccurs="0"/>
                <xsd:element ref="ns1:Category" minOccurs="0"/>
                <xsd:element ref="ns1:CategoryOrder" minOccurs="0"/>
                <xsd:element ref="ns1:LongTitle" minOccurs="0"/>
                <xsd:element ref="ns1:Language" minOccurs="0"/>
                <xsd:element ref="ns1:aaa" minOccurs="0"/>
                <xsd:element ref="ns1:Revised" minOccurs="0"/>
                <xsd:element ref="ns1:Presenter" minOccurs="0"/>
                <xsd:element ref="ns1:DocumentName" minOccurs="0"/>
                <xsd:element ref="ns1:Title1" minOccurs="0"/>
                <xsd:element ref="ns1:Title2" minOccurs="0"/>
                <xsd:element ref="ns1:acro" minOccurs="0"/>
                <xsd:element ref="ns1:cat" minOccurs="0"/>
                <xsd:element ref="ns1:ArchivedDocumentsProperties" minOccurs="0"/>
                <xsd:element ref="ns2:PublishingStartDate" minOccurs="0"/>
                <xsd:element ref="ns2:PublishingExpirationDate" minOccurs="0"/>
                <xsd:element ref="ns1:Category_x003a_TypeEN" minOccurs="0"/>
                <xsd:element ref="ns1:Category_x003a_TypeES" minOccurs="0"/>
                <xsd:element ref="ns1:ArchivedDocumentsProperties_x003a_Acronym" minOccurs="0"/>
                <xsd:element ref="ns1:ArchivedDocumentsProperties_x003a_DocumentsOrder" minOccurs="0"/>
                <xsd:element ref="ns1:ArchivedDocumentsProperties_x003a_Category" minOccurs="0"/>
                <xsd:element ref="ns1:ArchivedDocumentsProperties_x003a_Presenter" minOccurs="0"/>
                <xsd:element ref="ns1:ArchivedDocumentsProperties_x003a_Language" minOccurs="0"/>
                <xsd:element ref="ns1:ArchivedDocumentsProperties_x003a_DocumentTitle" minOccurs="0"/>
                <xsd:element ref="ns1:ArchivedDocumentsProperties_x003a_DocumentTitle1" minOccurs="0"/>
                <xsd:element ref="ns1:ArchivedDocumentsProperties_x003a_DocumentTitle2" minOccurs="0"/>
                <xsd:element ref="ns1:ArchivedDocumentsProperties_x003a_ONLY" minOccurs="0"/>
                <xsd:element ref="ns1:ArchivedDocumentsProperties_x003a_Revis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a94fc-4fb7-49fc-ab36-dbb3e9e3ccdb" elementFormDefault="qualified">
    <xsd:import namespace="http://schemas.microsoft.com/office/2006/documentManagement/types"/>
    <xsd:import namespace="http://schemas.microsoft.com/office/infopath/2007/PartnerControls"/>
    <xsd:element name="a" ma:index="0" nillable="true" ma:displayName="Acronym" ma:list="{1045e265-1928-4c45-849a-69ddabc67e10}" ma:internalName="a" ma:readOnly="false" ma:showField="Title">
      <xsd:simpleType>
        <xsd:restriction base="dms:Lookup"/>
      </xsd:simpleType>
    </xsd:element>
    <xsd:element name="Category" ma:index="3" nillable="true" ma:displayName="Category" ma:list="{c1012ec3-5fa7-4630-b0f2-9937f3c48b2b}" ma:internalName="Category" ma:showField="Title">
      <xsd:simpleType>
        <xsd:restriction base="dms:Lookup"/>
      </xsd:simpleType>
    </xsd:element>
    <xsd:element name="CategoryOrder" ma:index="4" nillable="true" ma:displayName="CategoryOrder" ma:description="Group by Category: Day, Session" ma:internalName="CategoryOrder">
      <xsd:simpleType>
        <xsd:restriction base="dms:Text">
          <xsd:maxLength value="255"/>
        </xsd:restriction>
      </xsd:simpleType>
    </xsd:element>
    <xsd:element name="LongTitle" ma:index="5" nillable="true" ma:displayName="Title" ma:internalName="LongTitle">
      <xsd:simpleType>
        <xsd:restriction base="dms:Text">
          <xsd:maxLength value="255"/>
        </xsd:restriction>
      </xsd:simpleType>
    </xsd:element>
    <xsd:element name="Language" ma:index="6" nillable="true" ma:displayName="Language" ma:description="Document's Language" ma:format="RadioButtons" ma:internalName="Language">
      <xsd:simpleType>
        <xsd:restriction base="dms:Choice">
          <xsd:enumeration value="English"/>
          <xsd:enumeration value="Spanish"/>
          <xsd:enumeration value="Bilingual"/>
          <xsd:enumeration value="Other"/>
        </xsd:restriction>
      </xsd:simpleType>
    </xsd:element>
    <xsd:element name="aaa" ma:index="7" nillable="true" ma:displayName="Only" ma:default="0" ma:internalName="aaa">
      <xsd:simpleType>
        <xsd:restriction base="dms:Boolean"/>
      </xsd:simpleType>
    </xsd:element>
    <xsd:element name="Revised" ma:index="8" nillable="true" ma:displayName="Revised" ma:default="0" ma:internalName="Revised">
      <xsd:simpleType>
        <xsd:restriction base="dms:Boolean"/>
      </xsd:simpleType>
    </xsd:element>
    <xsd:element name="Presenter" ma:index="9" nillable="true" ma:displayName="Presenter" ma:internalName="Presenter">
      <xsd:simpleType>
        <xsd:restriction base="dms:Text">
          <xsd:maxLength value="255"/>
        </xsd:restriction>
      </xsd:simpleType>
    </xsd:element>
    <xsd:element name="DocumentName" ma:index="11" nillable="true" ma:displayName="DocumentName" ma:hidden="true" ma:internalName="DocumentName" ma:readOnly="false">
      <xsd:simpleType>
        <xsd:restriction base="dms:Text">
          <xsd:maxLength value="255"/>
        </xsd:restriction>
      </xsd:simpleType>
    </xsd:element>
    <xsd:element name="Title1" ma:index="12" nillable="true" ma:displayName="Title1" ma:internalName="Title1">
      <xsd:simpleType>
        <xsd:restriction base="dms:Text">
          <xsd:maxLength value="255"/>
        </xsd:restriction>
      </xsd:simpleType>
    </xsd:element>
    <xsd:element name="Title2" ma:index="13" nillable="true" ma:displayName="Title2" ma:internalName="Title2">
      <xsd:simpleType>
        <xsd:restriction base="dms:Text">
          <xsd:maxLength value="255"/>
        </xsd:restriction>
      </xsd:simpleType>
    </xsd:element>
    <xsd:element name="acro" ma:index="14" nillable="true" ma:displayName="acro" ma:hidden="true" ma:internalName="acro" ma:readOnly="false">
      <xsd:simpleType>
        <xsd:restriction base="dms:Text">
          <xsd:maxLength value="255"/>
        </xsd:restriction>
      </xsd:simpleType>
    </xsd:element>
    <xsd:element name="cat" ma:index="15" nillable="true" ma:displayName="cat" ma:hidden="true" ma:internalName="cat" ma:readOnly="false">
      <xsd:simpleType>
        <xsd:restriction base="dms:Text">
          <xsd:maxLength value="255"/>
        </xsd:restriction>
      </xsd:simpleType>
    </xsd:element>
    <xsd:element name="ArchivedDocumentsProperties" ma:index="16" nillable="true" ma:displayName="ArchivedDocumentsProperties" ma:hidden="true" ma:list="{62446db8-06c7-4c5f-ab63-1825ec145873}" ma:internalName="ArchivedDocumentsProperties" ma:readOnly="false" ma:showField="Title">
      <xsd:simpleType>
        <xsd:restriction base="dms:Lookup"/>
      </xsd:simpleType>
    </xsd:element>
    <xsd:element name="Category_x003a_TypeEN" ma:index="21" nillable="true" ma:displayName="Category:TypeEN" ma:list="{c1012ec3-5fa7-4630-b0f2-9937f3c48b2b}" ma:internalName="Category_x003a_TypeEN" ma:readOnly="true" ma:showField="TypeEN" ma:web="332af589-c0a7-4731-b5e6-15e21b093457">
      <xsd:simpleType>
        <xsd:restriction base="dms:Lookup"/>
      </xsd:simpleType>
    </xsd:element>
    <xsd:element name="Category_x003a_TypeES" ma:index="22" nillable="true" ma:displayName="Category:TypeES" ma:list="{c1012ec3-5fa7-4630-b0f2-9937f3c48b2b}" ma:internalName="Category_x003a_TypeES" ma:readOnly="true" ma:showField="TypeES" ma:web="332af589-c0a7-4731-b5e6-15e21b093457">
      <xsd:simpleType>
        <xsd:restriction base="dms:Lookup"/>
      </xsd:simpleType>
    </xsd:element>
    <xsd:element name="ArchivedDocumentsProperties_x003a_Acronym" ma:index="24" nillable="true" ma:displayName="ArchivedDocumentsProperties:Acronym" ma:list="{62446db8-06c7-4c5f-ab63-1825ec145873}" ma:internalName="ArchivedDocumentsProperties_x003a_Acronym" ma:readOnly="true" ma:showField="Acronym" ma:web="332af589-c0a7-4731-b5e6-15e21b093457">
      <xsd:simpleType>
        <xsd:restriction base="dms:Lookup"/>
      </xsd:simpleType>
    </xsd:element>
    <xsd:element name="ArchivedDocumentsProperties_x003a_DocumentsOrder" ma:index="25" nillable="true" ma:displayName="ArchivedDocumentsProperties:DocumentsOrder" ma:list="{62446db8-06c7-4c5f-ab63-1825ec145873}" ma:internalName="ArchivedDocumentsProperties_x003a_DocumentsOrder" ma:readOnly="true" ma:showField="DocumentsOrder" ma:web="332af589-c0a7-4731-b5e6-15e21b093457">
      <xsd:simpleType>
        <xsd:restriction base="dms:Lookup"/>
      </xsd:simpleType>
    </xsd:element>
    <xsd:element name="ArchivedDocumentsProperties_x003a_Category" ma:index="26" nillable="true" ma:displayName="ArchivedDocumentsProperties:Category" ma:list="{62446db8-06c7-4c5f-ab63-1825ec145873}" ma:internalName="ArchivedDocumentsProperties_x003a_Category" ma:readOnly="true" ma:showField="Category" ma:web="332af589-c0a7-4731-b5e6-15e21b093457">
      <xsd:simpleType>
        <xsd:restriction base="dms:Lookup"/>
      </xsd:simpleType>
    </xsd:element>
    <xsd:element name="ArchivedDocumentsProperties_x003a_Presenter" ma:index="27" nillable="true" ma:displayName="ArchivedDocumentsProperties:Presenter" ma:list="{62446db8-06c7-4c5f-ab63-1825ec145873}" ma:internalName="ArchivedDocumentsProperties_x003a_Presenter" ma:readOnly="true" ma:showField="Presenter" ma:web="332af589-c0a7-4731-b5e6-15e21b093457">
      <xsd:simpleType>
        <xsd:restriction base="dms:Lookup"/>
      </xsd:simpleType>
    </xsd:element>
    <xsd:element name="ArchivedDocumentsProperties_x003a_Language" ma:index="28" nillable="true" ma:displayName="ArchivedDocumentsProperties:Language" ma:list="{62446db8-06c7-4c5f-ab63-1825ec145873}" ma:internalName="ArchivedDocumentsProperties_x003a_Language" ma:readOnly="true" ma:showField="Language" ma:web="332af589-c0a7-4731-b5e6-15e21b093457">
      <xsd:simpleType>
        <xsd:restriction base="dms:Lookup"/>
      </xsd:simpleType>
    </xsd:element>
    <xsd:element name="ArchivedDocumentsProperties_x003a_DocumentTitle" ma:index="29" nillable="true" ma:displayName="ArchivedDocumentsProperties:DocumentTitle" ma:list="{62446db8-06c7-4c5f-ab63-1825ec145873}" ma:internalName="ArchivedDocumentsProperties_x003a_DocumentTitle" ma:readOnly="true" ma:showField="DocumentTitle" ma:web="332af589-c0a7-4731-b5e6-15e21b093457">
      <xsd:simpleType>
        <xsd:restriction base="dms:Lookup"/>
      </xsd:simpleType>
    </xsd:element>
    <xsd:element name="ArchivedDocumentsProperties_x003a_DocumentTitle1" ma:index="30" nillable="true" ma:displayName="ArchivedDocumentsProperties:DocumentTitle1" ma:list="{62446db8-06c7-4c5f-ab63-1825ec145873}" ma:internalName="ArchivedDocumentsProperties_x003a_DocumentTitle1" ma:readOnly="true" ma:showField="DocumentTitle1" ma:web="332af589-c0a7-4731-b5e6-15e21b093457">
      <xsd:simpleType>
        <xsd:restriction base="dms:Lookup"/>
      </xsd:simpleType>
    </xsd:element>
    <xsd:element name="ArchivedDocumentsProperties_x003a_DocumentTitle2" ma:index="31" nillable="true" ma:displayName="ArchivedDocumentsProperties:DocumentTitle2" ma:list="{62446db8-06c7-4c5f-ab63-1825ec145873}" ma:internalName="ArchivedDocumentsProperties_x003a_DocumentTitle2" ma:readOnly="true" ma:showField="DocumentTitle2" ma:web="332af589-c0a7-4731-b5e6-15e21b093457">
      <xsd:simpleType>
        <xsd:restriction base="dms:Lookup"/>
      </xsd:simpleType>
    </xsd:element>
    <xsd:element name="ArchivedDocumentsProperties_x003a_ONLY" ma:index="32" nillable="true" ma:displayName="ArchivedDocumentsProperties:ONLY" ma:list="{62446db8-06c7-4c5f-ab63-1825ec145873}" ma:internalName="ArchivedDocumentsProperties_x003a_ONLY" ma:readOnly="true" ma:showField="ONLY" ma:web="332af589-c0a7-4731-b5e6-15e21b093457">
      <xsd:simpleType>
        <xsd:restriction base="dms:Lookup"/>
      </xsd:simpleType>
    </xsd:element>
    <xsd:element name="ArchivedDocumentsProperties_x003a_Revised" ma:index="33" nillable="true" ma:displayName="ArchivedDocumentsProperties:Revised" ma:list="{62446db8-06c7-4c5f-ab63-1825ec145873}" ma:internalName="ArchivedDocumentsProperties_x003a_Revised" ma:readOnly="true" ma:showField="Revised" ma:web="332af589-c0a7-4731-b5e6-15e21b093457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9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20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4" ma:displayName="Content Type"/>
        <xsd:element ref="dc:title" minOccurs="0" maxOccurs="1" ma:index="2" ma:displayName="DocumentOrder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C0FE96-2EF3-4E95-AE60-4D6154D30A44}"/>
</file>

<file path=customXml/itemProps2.xml><?xml version="1.0" encoding="utf-8"?>
<ds:datastoreItem xmlns:ds="http://schemas.openxmlformats.org/officeDocument/2006/customXml" ds:itemID="{3599826E-F191-4005-9A38-7265DF0FE93E}"/>
</file>

<file path=customXml/itemProps3.xml><?xml version="1.0" encoding="utf-8"?>
<ds:datastoreItem xmlns:ds="http://schemas.openxmlformats.org/officeDocument/2006/customXml" ds:itemID="{01536D52-AF80-4B74-B33D-E390258F1C92}"/>
</file>

<file path=docProps/app.xml><?xml version="1.0" encoding="utf-8"?>
<Properties xmlns="http://schemas.openxmlformats.org/officeDocument/2006/extended-properties" xmlns:vt="http://schemas.openxmlformats.org/officeDocument/2006/docPropsVTypes">
  <Template>ICAONACCRegistrationFormBIL.dot</Template>
  <TotalTime>2</TotalTime>
  <Pages>1</Pages>
  <Words>158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ICAO NACC</Company>
  <LinksUpToDate>false</LinksUpToDate>
  <CharactersWithSpaces>1218</CharactersWithSpaces>
  <SharedDoc>false</SharedDoc>
  <HLinks>
    <vt:vector size="6" baseType="variant">
      <vt:variant>
        <vt:i4>6684685</vt:i4>
      </vt:variant>
      <vt:variant>
        <vt:i4>0</vt:i4>
      </vt:variant>
      <vt:variant>
        <vt:i4>0</vt:i4>
      </vt:variant>
      <vt:variant>
        <vt:i4>5</vt:i4>
      </vt:variant>
      <vt:variant>
        <vt:lpwstr>mailto:mail@lima.icao.int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López</dc:creator>
  <cp:lastModifiedBy>Helen Flury</cp:lastModifiedBy>
  <cp:revision>4</cp:revision>
  <cp:lastPrinted>2012-01-19T17:47:00Z</cp:lastPrinted>
  <dcterms:created xsi:type="dcterms:W3CDTF">2012-01-19T17:47:00Z</dcterms:created>
  <dcterms:modified xsi:type="dcterms:W3CDTF">2012-02-01T17:33:00Z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0x010100A3927D94646DC549B7465903FE9FE1A3</vt:lpwstr>
  </property>
</Properties>
</file>